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85" w:rsidRPr="00874282" w:rsidRDefault="00205C85" w:rsidP="00F920D4">
      <w:pPr>
        <w:jc w:val="center"/>
        <w:rPr>
          <w:b/>
          <w:bCs/>
          <w:sz w:val="28"/>
          <w:szCs w:val="28"/>
        </w:rPr>
      </w:pPr>
      <w:r w:rsidRPr="00874282">
        <w:rPr>
          <w:b/>
          <w:bCs/>
          <w:sz w:val="28"/>
          <w:szCs w:val="28"/>
        </w:rPr>
        <w:t>Администрация города Шарыпово</w:t>
      </w:r>
    </w:p>
    <w:p w:rsidR="00205C85" w:rsidRPr="00874282" w:rsidRDefault="00205C85" w:rsidP="00F920D4">
      <w:pPr>
        <w:jc w:val="center"/>
        <w:rPr>
          <w:b/>
          <w:bCs/>
          <w:sz w:val="28"/>
          <w:szCs w:val="28"/>
        </w:rPr>
      </w:pPr>
      <w:r w:rsidRPr="00874282">
        <w:rPr>
          <w:b/>
          <w:bCs/>
          <w:sz w:val="28"/>
          <w:szCs w:val="28"/>
        </w:rPr>
        <w:t xml:space="preserve">город Шарыпово Красноярского края </w:t>
      </w:r>
    </w:p>
    <w:p w:rsidR="00205C85" w:rsidRPr="00874282" w:rsidRDefault="00205C85" w:rsidP="00F920D4">
      <w:pPr>
        <w:jc w:val="center"/>
        <w:rPr>
          <w:b/>
          <w:bCs/>
          <w:sz w:val="28"/>
          <w:szCs w:val="28"/>
        </w:rPr>
      </w:pPr>
    </w:p>
    <w:p w:rsidR="00205C85" w:rsidRDefault="00205C85" w:rsidP="00F920D4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6" style="position:absolute;left:0;text-align:left;z-index:251658240" from="-47.9pt,3.85pt" to="520.95pt,3.9pt" o:allowincell="f"/>
        </w:pict>
      </w:r>
      <w:r>
        <w:rPr>
          <w:noProof/>
        </w:rPr>
        <w:pict>
          <v:line id="_x0000_s1027" style="position:absolute;left:0;text-align:left;z-index:251659264" from="-47.9pt,9.85pt" to="520.95pt,9.9pt" o:allowincell="f" strokeweight="2pt"/>
        </w:pict>
      </w:r>
    </w:p>
    <w:p w:rsidR="00205C85" w:rsidRPr="007809B7" w:rsidRDefault="00205C85" w:rsidP="00F920D4">
      <w:pPr>
        <w:jc w:val="center"/>
      </w:pPr>
    </w:p>
    <w:p w:rsidR="00205C85" w:rsidRPr="00874282" w:rsidRDefault="00205C85" w:rsidP="00F920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05C85" w:rsidRPr="00995BB2" w:rsidRDefault="00205C85" w:rsidP="00BE426B">
      <w:pPr>
        <w:tabs>
          <w:tab w:val="left" w:pos="4820"/>
        </w:tabs>
        <w:rPr>
          <w:sz w:val="32"/>
          <w:szCs w:val="32"/>
        </w:rPr>
      </w:pPr>
    </w:p>
    <w:tbl>
      <w:tblPr>
        <w:tblW w:w="0" w:type="auto"/>
        <w:tblInd w:w="-106" w:type="dxa"/>
        <w:tblLook w:val="01E0"/>
      </w:tblPr>
      <w:tblGrid>
        <w:gridCol w:w="6380"/>
        <w:gridCol w:w="3190"/>
      </w:tblGrid>
      <w:tr w:rsidR="00205C85" w:rsidRPr="00722786">
        <w:tc>
          <w:tcPr>
            <w:tcW w:w="6380" w:type="dxa"/>
          </w:tcPr>
          <w:p w:rsidR="00205C85" w:rsidRPr="00722786" w:rsidRDefault="00205C85" w:rsidP="00722786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05C85" w:rsidRPr="00722786" w:rsidRDefault="00205C85" w:rsidP="0072278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22786">
              <w:rPr>
                <w:b/>
                <w:bCs/>
                <w:i/>
                <w:iCs/>
                <w:sz w:val="28"/>
                <w:szCs w:val="28"/>
              </w:rPr>
              <w:t xml:space="preserve">    № </w:t>
            </w:r>
          </w:p>
        </w:tc>
      </w:tr>
    </w:tbl>
    <w:p w:rsidR="00205C85" w:rsidRDefault="00205C85" w:rsidP="00F920D4"/>
    <w:p w:rsidR="00205C85" w:rsidRPr="00F920D4" w:rsidRDefault="00205C85" w:rsidP="00F920D4">
      <w:pPr>
        <w:rPr>
          <w:sz w:val="28"/>
          <w:szCs w:val="28"/>
        </w:rPr>
      </w:pPr>
    </w:p>
    <w:tbl>
      <w:tblPr>
        <w:tblW w:w="5000" w:type="pct"/>
        <w:tblInd w:w="-106" w:type="dxa"/>
        <w:tblLook w:val="01E0"/>
      </w:tblPr>
      <w:tblGrid>
        <w:gridCol w:w="9797"/>
      </w:tblGrid>
      <w:tr w:rsidR="00205C85" w:rsidRPr="00F048AB">
        <w:trPr>
          <w:trHeight w:val="1443"/>
        </w:trPr>
        <w:tc>
          <w:tcPr>
            <w:tcW w:w="5000" w:type="pct"/>
          </w:tcPr>
          <w:p w:rsidR="00205C85" w:rsidRPr="00F048AB" w:rsidRDefault="00205C85" w:rsidP="004D0009">
            <w:pPr>
              <w:shd w:val="clear" w:color="auto" w:fill="FFFFFF"/>
              <w:spacing w:line="278" w:lineRule="exact"/>
              <w:ind w:right="96"/>
              <w:jc w:val="both"/>
              <w:rPr>
                <w:sz w:val="28"/>
                <w:szCs w:val="28"/>
              </w:rPr>
            </w:pPr>
            <w:r w:rsidRPr="00F048AB">
              <w:rPr>
                <w:sz w:val="28"/>
                <w:szCs w:val="28"/>
              </w:rPr>
              <w:t xml:space="preserve">         О внесении изменений и дополнений в постановление  Администрации города Шарыпово от 04.10.2013г. № 244 «Об утверждении муниципальной программы  «Развитие инвестиционной деятельности малого и среднего предпринимательства на территории муниципального образования города Шарыпово» </w:t>
            </w:r>
            <w:r>
              <w:rPr>
                <w:sz w:val="28"/>
                <w:szCs w:val="28"/>
              </w:rPr>
              <w:t>на 2014-2017</w:t>
            </w:r>
            <w:r w:rsidRPr="00F048AB">
              <w:rPr>
                <w:sz w:val="28"/>
                <w:szCs w:val="28"/>
              </w:rPr>
              <w:t xml:space="preserve"> годы» </w:t>
            </w:r>
          </w:p>
        </w:tc>
      </w:tr>
    </w:tbl>
    <w:p w:rsidR="00205C85" w:rsidRPr="00F048AB" w:rsidRDefault="00205C85" w:rsidP="00C36070">
      <w:pPr>
        <w:rPr>
          <w:sz w:val="28"/>
          <w:szCs w:val="28"/>
        </w:rPr>
      </w:pPr>
    </w:p>
    <w:p w:rsidR="00205C85" w:rsidRPr="00F048AB" w:rsidRDefault="00205C85" w:rsidP="00C36070">
      <w:pPr>
        <w:rPr>
          <w:sz w:val="28"/>
          <w:szCs w:val="28"/>
        </w:rPr>
      </w:pPr>
    </w:p>
    <w:p w:rsidR="00205C85" w:rsidRPr="00F048AB" w:rsidRDefault="00205C85" w:rsidP="00CD26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48AB">
        <w:rPr>
          <w:sz w:val="28"/>
          <w:szCs w:val="28"/>
        </w:rPr>
        <w:t>В соответствии со статьей 179 Бюджетного кодекса Российской Федерации, статьей 34 Устава города Шарыпово</w:t>
      </w:r>
      <w:r>
        <w:rPr>
          <w:sz w:val="28"/>
          <w:szCs w:val="28"/>
        </w:rPr>
        <w:t>, П</w:t>
      </w:r>
      <w:r w:rsidRPr="00F048AB">
        <w:rPr>
          <w:sz w:val="28"/>
          <w:szCs w:val="28"/>
        </w:rPr>
        <w:t>остановлением Администрации города Шарыпово от 30.07.2013 № 171 «Об утверждении Порядка принятия решений о разработке муниципальных программ муниципального образования города Шарыпово Красноярского края,</w:t>
      </w:r>
      <w:r>
        <w:rPr>
          <w:sz w:val="28"/>
          <w:szCs w:val="28"/>
        </w:rPr>
        <w:t xml:space="preserve"> их формировании и реализации»:</w:t>
      </w:r>
      <w:r w:rsidRPr="00F048AB">
        <w:rPr>
          <w:sz w:val="28"/>
          <w:szCs w:val="28"/>
        </w:rPr>
        <w:t xml:space="preserve"> </w:t>
      </w:r>
    </w:p>
    <w:p w:rsidR="00205C85" w:rsidRPr="00F048AB" w:rsidRDefault="00205C85" w:rsidP="00C36070">
      <w:pPr>
        <w:ind w:firstLine="709"/>
        <w:jc w:val="both"/>
        <w:rPr>
          <w:sz w:val="28"/>
          <w:szCs w:val="28"/>
        </w:rPr>
      </w:pPr>
      <w:r w:rsidRPr="00F048AB">
        <w:rPr>
          <w:sz w:val="28"/>
          <w:szCs w:val="28"/>
        </w:rPr>
        <w:t>ПОСТАНОВЛЯЮ:</w:t>
      </w:r>
    </w:p>
    <w:p w:rsidR="00205C85" w:rsidRDefault="00205C85" w:rsidP="00C36070">
      <w:pPr>
        <w:shd w:val="clear" w:color="auto" w:fill="FFFFFF"/>
        <w:ind w:firstLine="709"/>
        <w:jc w:val="both"/>
        <w:rPr>
          <w:sz w:val="28"/>
          <w:szCs w:val="28"/>
        </w:rPr>
      </w:pPr>
      <w:r w:rsidRPr="00F048AB">
        <w:rPr>
          <w:sz w:val="28"/>
          <w:szCs w:val="28"/>
        </w:rPr>
        <w:t>1. Внести в постановление  Администрации города Шарыпово от 04.10.2013г. № 244 «Об утверждении муниципальной программы  «Развитие инвестиционной деятельности малого и среднего предпринимательства на территории муниципального образования города Шарыпово» на 2014-2017 годы» следующие изменения и дополнения:</w:t>
      </w:r>
    </w:p>
    <w:p w:rsidR="00205C85" w:rsidRPr="00690604" w:rsidRDefault="00205C85" w:rsidP="0069060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0604">
        <w:rPr>
          <w:sz w:val="28"/>
          <w:szCs w:val="28"/>
        </w:rPr>
        <w:t xml:space="preserve">1.1. </w:t>
      </w:r>
      <w:r>
        <w:rPr>
          <w:sz w:val="28"/>
          <w:szCs w:val="28"/>
        </w:rPr>
        <w:t>в наименовании П</w:t>
      </w:r>
      <w:r w:rsidRPr="00690604">
        <w:rPr>
          <w:sz w:val="28"/>
          <w:szCs w:val="28"/>
        </w:rPr>
        <w:t xml:space="preserve">остановления слова «2014-2017 годы» </w:t>
      </w:r>
      <w:r>
        <w:rPr>
          <w:sz w:val="28"/>
          <w:szCs w:val="28"/>
        </w:rPr>
        <w:t>исключить;</w:t>
      </w:r>
    </w:p>
    <w:p w:rsidR="00205C85" w:rsidRPr="00F048AB" w:rsidRDefault="00205C85" w:rsidP="0069060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F048AB">
        <w:rPr>
          <w:sz w:val="28"/>
          <w:szCs w:val="28"/>
        </w:rPr>
        <w:t xml:space="preserve"> муниципальную программу «Развитие инвестиционной деятельности малого и среднего предпринимательства на территории муниципального образован</w:t>
      </w:r>
      <w:r>
        <w:rPr>
          <w:sz w:val="28"/>
          <w:szCs w:val="28"/>
        </w:rPr>
        <w:t>ия города Шарыпово»</w:t>
      </w:r>
      <w:r w:rsidRPr="00F048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2014-2017 годы» </w:t>
      </w:r>
      <w:r w:rsidRPr="00F048AB">
        <w:rPr>
          <w:sz w:val="28"/>
          <w:szCs w:val="28"/>
        </w:rPr>
        <w:t>изложить в новой редакции согласно приложе</w:t>
      </w:r>
      <w:r>
        <w:rPr>
          <w:sz w:val="28"/>
          <w:szCs w:val="28"/>
        </w:rPr>
        <w:t>нию к настоящему Постановлению.</w:t>
      </w:r>
    </w:p>
    <w:p w:rsidR="00205C85" w:rsidRPr="00F048AB" w:rsidRDefault="00205C85" w:rsidP="00C36070">
      <w:pPr>
        <w:shd w:val="clear" w:color="auto" w:fill="FFFFFF"/>
        <w:ind w:firstLine="709"/>
        <w:jc w:val="both"/>
        <w:rPr>
          <w:sz w:val="28"/>
          <w:szCs w:val="28"/>
        </w:rPr>
      </w:pPr>
      <w:r w:rsidRPr="00F048AB">
        <w:rPr>
          <w:sz w:val="28"/>
          <w:szCs w:val="28"/>
        </w:rPr>
        <w:t>2. Контроль  за выполнением настоящего постановления возложить на Заместителя Главы Администрации города Шарыпово Н.Н. Кабина.</w:t>
      </w:r>
    </w:p>
    <w:p w:rsidR="00205C85" w:rsidRPr="00F048AB" w:rsidRDefault="00205C85" w:rsidP="00223C8A">
      <w:pPr>
        <w:shd w:val="clear" w:color="auto" w:fill="FFFFFF"/>
        <w:ind w:firstLine="709"/>
        <w:jc w:val="both"/>
        <w:rPr>
          <w:sz w:val="28"/>
          <w:szCs w:val="28"/>
        </w:rPr>
      </w:pPr>
      <w:r w:rsidRPr="00F048AB">
        <w:rPr>
          <w:sz w:val="28"/>
          <w:szCs w:val="28"/>
        </w:rPr>
        <w:t>3. Постановление вступает в силу в день, следующий за днем  его официального опубликования в периодическом печатном издании «Официальный вестник города Шарыпово»</w:t>
      </w:r>
      <w:r>
        <w:rPr>
          <w:sz w:val="28"/>
          <w:szCs w:val="28"/>
        </w:rPr>
        <w:t>, но не ранее 01 января 2016года и подлежит размещению на сайте Администрации города Шарыпово в сети Интернет.</w:t>
      </w:r>
    </w:p>
    <w:p w:rsidR="00205C85" w:rsidRPr="008F2AC6" w:rsidRDefault="00205C85" w:rsidP="00C36070">
      <w:pPr>
        <w:shd w:val="clear" w:color="auto" w:fill="FFFFFF"/>
        <w:spacing w:line="278" w:lineRule="exact"/>
        <w:ind w:right="96"/>
        <w:rPr>
          <w:sz w:val="28"/>
          <w:szCs w:val="28"/>
        </w:rPr>
      </w:pPr>
    </w:p>
    <w:p w:rsidR="00205C85" w:rsidRDefault="00205C85" w:rsidP="00C36070">
      <w:pPr>
        <w:pStyle w:val="BodyTextIndent2"/>
        <w:tabs>
          <w:tab w:val="center" w:pos="-360"/>
        </w:tabs>
        <w:spacing w:after="0" w:line="240" w:lineRule="auto"/>
        <w:ind w:left="0" w:firstLine="198"/>
        <w:rPr>
          <w:sz w:val="28"/>
          <w:szCs w:val="28"/>
        </w:rPr>
      </w:pPr>
    </w:p>
    <w:p w:rsidR="00205C85" w:rsidRDefault="00205C85" w:rsidP="00C36070">
      <w:pPr>
        <w:pStyle w:val="BodyTextIndent2"/>
        <w:tabs>
          <w:tab w:val="center" w:pos="-360"/>
        </w:tabs>
        <w:spacing w:after="0" w:line="240" w:lineRule="auto"/>
        <w:ind w:left="0" w:firstLine="198"/>
        <w:rPr>
          <w:sz w:val="28"/>
          <w:szCs w:val="28"/>
        </w:rPr>
      </w:pPr>
    </w:p>
    <w:p w:rsidR="00205C85" w:rsidRDefault="00205C85" w:rsidP="00C36070">
      <w:pPr>
        <w:pStyle w:val="BodyTextIndent2"/>
        <w:tabs>
          <w:tab w:val="center" w:pos="-360"/>
        </w:tabs>
        <w:spacing w:after="0" w:line="240" w:lineRule="auto"/>
        <w:ind w:left="0" w:firstLine="198"/>
        <w:rPr>
          <w:sz w:val="28"/>
          <w:szCs w:val="28"/>
        </w:rPr>
      </w:pPr>
      <w:r w:rsidRPr="008F2AC6">
        <w:rPr>
          <w:sz w:val="28"/>
          <w:szCs w:val="28"/>
        </w:rPr>
        <w:t xml:space="preserve">Глава </w:t>
      </w:r>
    </w:p>
    <w:p w:rsidR="00205C85" w:rsidRDefault="00205C85" w:rsidP="00C36070">
      <w:pPr>
        <w:pStyle w:val="BodyTextIndent2"/>
        <w:tabs>
          <w:tab w:val="center" w:pos="-360"/>
        </w:tabs>
        <w:spacing w:after="0" w:line="240" w:lineRule="auto"/>
        <w:ind w:left="0" w:firstLine="198"/>
        <w:rPr>
          <w:sz w:val="28"/>
          <w:szCs w:val="28"/>
        </w:rPr>
      </w:pPr>
      <w:r w:rsidRPr="008F2AC6">
        <w:rPr>
          <w:sz w:val="28"/>
          <w:szCs w:val="28"/>
        </w:rPr>
        <w:t xml:space="preserve">города Шарыпово                                                                        </w:t>
      </w:r>
      <w:r>
        <w:rPr>
          <w:sz w:val="28"/>
          <w:szCs w:val="28"/>
        </w:rPr>
        <w:t xml:space="preserve">  </w:t>
      </w:r>
      <w:r w:rsidRPr="008F2AC6">
        <w:rPr>
          <w:sz w:val="28"/>
          <w:szCs w:val="28"/>
        </w:rPr>
        <w:t xml:space="preserve">  </w:t>
      </w:r>
      <w:r>
        <w:rPr>
          <w:sz w:val="28"/>
          <w:szCs w:val="28"/>
        </w:rPr>
        <w:t>В.Б. Баршинов</w:t>
      </w:r>
    </w:p>
    <w:p w:rsidR="00205C85" w:rsidRPr="00F920D4" w:rsidRDefault="00205C85" w:rsidP="00F920D4">
      <w:pPr>
        <w:shd w:val="clear" w:color="auto" w:fill="FFFFFF"/>
        <w:ind w:right="96" w:firstLine="709"/>
        <w:jc w:val="both"/>
        <w:rPr>
          <w:sz w:val="28"/>
          <w:szCs w:val="28"/>
        </w:rPr>
      </w:pPr>
    </w:p>
    <w:p w:rsidR="00205C85" w:rsidRDefault="00205C85" w:rsidP="00F920D4">
      <w:pPr>
        <w:shd w:val="clear" w:color="auto" w:fill="FFFFFF"/>
        <w:ind w:right="96" w:firstLine="709"/>
        <w:jc w:val="both"/>
        <w:rPr>
          <w:sz w:val="28"/>
          <w:szCs w:val="28"/>
        </w:rPr>
      </w:pPr>
    </w:p>
    <w:p w:rsidR="00205C85" w:rsidRDefault="00205C85">
      <w:pPr>
        <w:rPr>
          <w:sz w:val="28"/>
          <w:szCs w:val="28"/>
        </w:rPr>
      </w:pPr>
    </w:p>
    <w:p w:rsidR="00205C85" w:rsidRPr="00F920D4" w:rsidRDefault="00205C85" w:rsidP="00F920D4">
      <w:pPr>
        <w:shd w:val="clear" w:color="auto" w:fill="FFFFFF"/>
        <w:ind w:right="96" w:firstLine="709"/>
        <w:jc w:val="both"/>
        <w:rPr>
          <w:sz w:val="28"/>
          <w:szCs w:val="28"/>
        </w:rPr>
      </w:pPr>
    </w:p>
    <w:tbl>
      <w:tblPr>
        <w:tblW w:w="9750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30"/>
        <w:gridCol w:w="6720"/>
      </w:tblGrid>
      <w:tr w:rsidR="00205C85">
        <w:trPr>
          <w:trHeight w:val="247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205C85" w:rsidRDefault="00205C8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</w:tcPr>
          <w:p w:rsidR="00205C85" w:rsidRDefault="00205C85" w:rsidP="00490B79">
            <w:pPr>
              <w:pStyle w:val="Heading3"/>
              <w:jc w:val="right"/>
            </w:pPr>
            <w:r>
              <w:t>Приложение к постановлению Администрации</w:t>
            </w:r>
          </w:p>
          <w:p w:rsidR="00205C85" w:rsidRPr="008B79C6" w:rsidRDefault="00205C85" w:rsidP="00AC0B68">
            <w:pPr>
              <w:pStyle w:val="Heading3"/>
              <w:jc w:val="center"/>
            </w:pPr>
            <w:r>
              <w:t xml:space="preserve">                   </w:t>
            </w:r>
            <w:r w:rsidRPr="008B79C6">
              <w:t>города Шарыпово от</w:t>
            </w:r>
            <w:r>
              <w:t xml:space="preserve">   </w:t>
            </w:r>
            <w:r w:rsidRPr="008B79C6">
              <w:t>№</w:t>
            </w:r>
            <w:r>
              <w:t xml:space="preserve">     </w:t>
            </w:r>
          </w:p>
        </w:tc>
      </w:tr>
    </w:tbl>
    <w:p w:rsidR="00205C85" w:rsidRDefault="00205C85" w:rsidP="00DF1728">
      <w:pPr>
        <w:pStyle w:val="Heading3"/>
      </w:pPr>
      <w:r>
        <w:t xml:space="preserve">                </w:t>
      </w:r>
    </w:p>
    <w:p w:rsidR="00205C85" w:rsidRPr="00457E4F" w:rsidRDefault="00205C85" w:rsidP="0052348D">
      <w:pPr>
        <w:ind w:firstLine="851"/>
        <w:jc w:val="center"/>
        <w:rPr>
          <w:b/>
          <w:bCs/>
          <w:sz w:val="28"/>
          <w:szCs w:val="28"/>
        </w:rPr>
      </w:pPr>
      <w:r w:rsidRPr="00457E4F">
        <w:rPr>
          <w:b/>
          <w:bCs/>
          <w:sz w:val="28"/>
          <w:szCs w:val="28"/>
        </w:rPr>
        <w:t>1.Паспорт муниципальной программы муниципального образования города Шарыпово Красноярского края «Развитие инвестиционной деятельности малого и среднего предпринимательства на территории муниципального образования города Шарыпово».</w:t>
      </w:r>
    </w:p>
    <w:p w:rsidR="00205C85" w:rsidRDefault="00205C85" w:rsidP="0052348D">
      <w:pPr>
        <w:ind w:firstLine="851"/>
        <w:jc w:val="center"/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020"/>
      </w:tblGrid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20" w:type="dxa"/>
          </w:tcPr>
          <w:p w:rsidR="00205C85" w:rsidRDefault="00205C85" w:rsidP="00002104">
            <w:pPr>
              <w:shd w:val="clear" w:color="auto" w:fill="FFFFFF"/>
              <w:ind w:right="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193741">
              <w:rPr>
                <w:sz w:val="28"/>
                <w:szCs w:val="28"/>
              </w:rPr>
              <w:t>«Развитие инвестиционной деятельности малого и среднего предпринимательства на территории муниципального образования города Шарыпово</w:t>
            </w:r>
            <w:r>
              <w:rPr>
                <w:sz w:val="28"/>
                <w:szCs w:val="28"/>
              </w:rPr>
              <w:t>»</w:t>
            </w:r>
            <w:r w:rsidRPr="001937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–  Программа).</w:t>
            </w:r>
          </w:p>
        </w:tc>
      </w:tr>
      <w:tr w:rsidR="00205C85" w:rsidRPr="000C2F58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020" w:type="dxa"/>
          </w:tcPr>
          <w:p w:rsidR="00205C85" w:rsidRPr="000C2F58" w:rsidRDefault="00205C8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 xml:space="preserve">Постановление Администрации города Шарыпово от 30.07.2013г. № 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реализации». </w:t>
            </w:r>
          </w:p>
          <w:p w:rsidR="00205C85" w:rsidRPr="000C2F58" w:rsidRDefault="00205C8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>Распоряжение Администрации города Шарыпово от 31.07.2015 г. № 1397 «Об утверждении перечня муниципальных программ муниципального образования города Шарыпово Красноярского края на 2016-2018 года»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2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 Шарыпово.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20" w:type="dxa"/>
          </w:tcPr>
          <w:p w:rsidR="00205C85" w:rsidRPr="002304D6" w:rsidRDefault="00205C85" w:rsidP="00457E4F">
            <w:pPr>
              <w:rPr>
                <w:sz w:val="28"/>
                <w:szCs w:val="28"/>
              </w:rPr>
            </w:pPr>
            <w:r w:rsidRPr="000D759A">
              <w:rPr>
                <w:sz w:val="28"/>
                <w:szCs w:val="28"/>
              </w:rPr>
              <w:t>Автономная некоммерческая организация  «Агентство  поддержки малого и среднего бизнеса города Шарыпово» (далее по тексту – АНО «Агентство  поддержки МСБ г. Шарыпово»)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20" w:type="dxa"/>
          </w:tcPr>
          <w:p w:rsidR="00205C85" w:rsidRDefault="00205C85" w:rsidP="0012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муниципальной программы:</w:t>
            </w:r>
          </w:p>
          <w:p w:rsidR="00205C85" w:rsidRDefault="00205C85" w:rsidP="0012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Формирование благоприятного инвестиционного климата на территории города </w:t>
            </w:r>
            <w:r w:rsidRPr="000D759A">
              <w:rPr>
                <w:sz w:val="28"/>
                <w:szCs w:val="28"/>
              </w:rPr>
              <w:t>Шарыпово</w:t>
            </w:r>
            <w:r>
              <w:rPr>
                <w:sz w:val="28"/>
                <w:szCs w:val="28"/>
              </w:rPr>
              <w:t>.</w:t>
            </w:r>
          </w:p>
          <w:p w:rsidR="00205C85" w:rsidRDefault="00205C85" w:rsidP="00002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Подпрограмма:</w:t>
            </w:r>
          </w:p>
          <w:p w:rsidR="00205C85" w:rsidRDefault="00205C85" w:rsidP="000021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Развитие субъектов малого и среднего предпринимательства в городе Шарыпово.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20" w:type="dxa"/>
          </w:tcPr>
          <w:p w:rsidR="00205C85" w:rsidRDefault="00205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условий для развития малого и среднего предпринимательства и улучшение  инвестиционного климата на территории города.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20" w:type="dxa"/>
          </w:tcPr>
          <w:p w:rsidR="00205C85" w:rsidRDefault="00205C85" w:rsidP="008C1A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1.Создание благоприятных условий для развития малого и среднего предпринимательства в городе. </w:t>
            </w:r>
          </w:p>
          <w:p w:rsidR="00205C85" w:rsidRDefault="00205C85" w:rsidP="00457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Привлечение инвестиций на территорию муниципального образования 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7020" w:type="dxa"/>
          </w:tcPr>
          <w:p w:rsidR="00205C85" w:rsidRDefault="00205C85">
            <w:pPr>
              <w:rPr>
                <w:sz w:val="28"/>
                <w:szCs w:val="28"/>
              </w:rPr>
            </w:pPr>
          </w:p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с 2014 по 2018 годы</w:t>
            </w:r>
          </w:p>
        </w:tc>
      </w:tr>
      <w:tr w:rsidR="00205C85">
        <w:tc>
          <w:tcPr>
            <w:tcW w:w="2880" w:type="dxa"/>
          </w:tcPr>
          <w:p w:rsidR="00205C85" w:rsidRDefault="00205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  <w:p w:rsidR="00205C85" w:rsidRDefault="00205C85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205C85" w:rsidRPr="000C2F58" w:rsidRDefault="00205C85" w:rsidP="0098666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02CB">
              <w:rPr>
                <w:sz w:val="28"/>
                <w:szCs w:val="28"/>
              </w:rPr>
              <w:t xml:space="preserve">. Увеличение оборота  организаций малого и среднего бизнеса, занимающихся обрабатывающим производством </w:t>
            </w:r>
            <w:r w:rsidRPr="000C2F58">
              <w:rPr>
                <w:sz w:val="28"/>
                <w:szCs w:val="28"/>
              </w:rPr>
              <w:t>с 91,73 млн. рублей до 106,84 млн. рублей;</w:t>
            </w:r>
          </w:p>
          <w:p w:rsidR="00205C85" w:rsidRPr="000C2F58" w:rsidRDefault="00205C85" w:rsidP="0098666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>2. Количество субъектов малого и среднего</w:t>
            </w:r>
          </w:p>
          <w:p w:rsidR="00205C85" w:rsidRPr="000C2F58" w:rsidRDefault="00205C85" w:rsidP="0098666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 xml:space="preserve">предпринимательства, получивших государственную поддержку (ежегодно), </w:t>
            </w:r>
            <w:r>
              <w:rPr>
                <w:sz w:val="28"/>
                <w:szCs w:val="28"/>
              </w:rPr>
              <w:t xml:space="preserve">не менее </w:t>
            </w:r>
            <w:r w:rsidRPr="000C2F58">
              <w:rPr>
                <w:sz w:val="28"/>
                <w:szCs w:val="28"/>
              </w:rPr>
              <w:t>12 единиц;</w:t>
            </w:r>
          </w:p>
          <w:p w:rsidR="00205C85" w:rsidRPr="000C2F58" w:rsidRDefault="00205C85" w:rsidP="0098666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 xml:space="preserve">3. Количество созданных рабочих мест  в секторе малого и среднего  предпринимательства (ежегодно), </w:t>
            </w:r>
            <w:r>
              <w:rPr>
                <w:sz w:val="28"/>
                <w:szCs w:val="28"/>
              </w:rPr>
              <w:t xml:space="preserve">не менее </w:t>
            </w:r>
            <w:r w:rsidRPr="000C2F58">
              <w:rPr>
                <w:sz w:val="28"/>
                <w:szCs w:val="28"/>
              </w:rPr>
              <w:t>34 единицы;</w:t>
            </w:r>
          </w:p>
          <w:p w:rsidR="00205C85" w:rsidRPr="000C2F58" w:rsidRDefault="00205C85" w:rsidP="00986662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 xml:space="preserve">4. Количество сохраненных рабочих мест в секторе малого и среднего предпринимательства за весь период реализации подпрограммы,  </w:t>
            </w:r>
            <w:r>
              <w:rPr>
                <w:sz w:val="28"/>
                <w:szCs w:val="28"/>
              </w:rPr>
              <w:t xml:space="preserve">не менее </w:t>
            </w:r>
            <w:r w:rsidRPr="000C2F58">
              <w:rPr>
                <w:sz w:val="28"/>
                <w:szCs w:val="28"/>
              </w:rPr>
              <w:t>357 единиц;</w:t>
            </w:r>
          </w:p>
          <w:p w:rsidR="00205C85" w:rsidRDefault="00205C85" w:rsidP="00457E4F">
            <w:pPr>
              <w:rPr>
                <w:sz w:val="28"/>
                <w:szCs w:val="28"/>
              </w:rPr>
            </w:pPr>
            <w:r w:rsidRPr="000C2F58">
              <w:rPr>
                <w:sz w:val="28"/>
                <w:szCs w:val="28"/>
              </w:rPr>
              <w:t xml:space="preserve">5. Объем привлеченных инвестиций в секторе малого и среднего предпринимательства  за период реализации Программы </w:t>
            </w:r>
            <w:r>
              <w:rPr>
                <w:sz w:val="28"/>
                <w:szCs w:val="28"/>
              </w:rPr>
              <w:t>98,1</w:t>
            </w:r>
            <w:r w:rsidRPr="000C2F58">
              <w:rPr>
                <w:sz w:val="28"/>
                <w:szCs w:val="28"/>
              </w:rPr>
              <w:t xml:space="preserve"> млн. рублей.</w:t>
            </w:r>
          </w:p>
        </w:tc>
      </w:tr>
      <w:tr w:rsidR="00205C85">
        <w:tc>
          <w:tcPr>
            <w:tcW w:w="2880" w:type="dxa"/>
          </w:tcPr>
          <w:p w:rsidR="00205C85" w:rsidRPr="008531CA" w:rsidRDefault="00205C85">
            <w:pPr>
              <w:rPr>
                <w:sz w:val="28"/>
                <w:szCs w:val="28"/>
                <w:highlight w:val="yellow"/>
              </w:rPr>
            </w:pPr>
            <w:r w:rsidRPr="00F048AB">
              <w:rPr>
                <w:sz w:val="28"/>
                <w:szCs w:val="28"/>
              </w:rPr>
              <w:t>Информация по ресурсному обеспечению программы, в том числе в  разбивке по источникам финансирования по годам реализации программы</w:t>
            </w:r>
          </w:p>
        </w:tc>
        <w:tc>
          <w:tcPr>
            <w:tcW w:w="7020" w:type="dxa"/>
            <w:shd w:val="clear" w:color="auto" w:fill="FFFFFF"/>
          </w:tcPr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 xml:space="preserve">Объем финансирования Программы составляет 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color w:val="000000"/>
                <w:sz w:val="28"/>
                <w:szCs w:val="28"/>
              </w:rPr>
              <w:t>11 475 900,00 р</w:t>
            </w:r>
            <w:r w:rsidRPr="00DF1728">
              <w:rPr>
                <w:sz w:val="28"/>
                <w:szCs w:val="28"/>
              </w:rPr>
              <w:t>ублей, в том числе по источникам и годам:</w:t>
            </w:r>
          </w:p>
          <w:p w:rsidR="00205C85" w:rsidRPr="00DF1728" w:rsidRDefault="00205C85" w:rsidP="00D846ED">
            <w:pPr>
              <w:ind w:right="96"/>
              <w:jc w:val="both"/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2014 год – 4 015 900,00 рублей, в том числе:</w:t>
            </w:r>
          </w:p>
          <w:p w:rsidR="00205C85" w:rsidRPr="00DF1728" w:rsidRDefault="00205C85" w:rsidP="00D846ED">
            <w:pPr>
              <w:ind w:right="96"/>
              <w:jc w:val="both"/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городской бюджет – 650 000,00 рублей;</w:t>
            </w:r>
          </w:p>
          <w:p w:rsidR="00205C85" w:rsidRPr="00DF1728" w:rsidRDefault="00205C85" w:rsidP="00D846ED">
            <w:pPr>
              <w:ind w:right="96"/>
              <w:jc w:val="both"/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краевой бюджет – 978 000,00 рублей;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федеральный бюджет – 2 387 900,00 рублей;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 xml:space="preserve">2015 год – </w:t>
            </w:r>
            <w:r w:rsidRPr="00DF1728">
              <w:rPr>
                <w:color w:val="000000"/>
                <w:sz w:val="28"/>
                <w:szCs w:val="28"/>
              </w:rPr>
              <w:t>6 710 000</w:t>
            </w:r>
            <w:r w:rsidRPr="00DF1728">
              <w:rPr>
                <w:sz w:val="28"/>
                <w:szCs w:val="28"/>
              </w:rPr>
              <w:t>,00 рублей, в том числе: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городской бюджет – 250 000,00 рублей;</w:t>
            </w:r>
          </w:p>
          <w:p w:rsidR="00205C85" w:rsidRPr="00DF1728" w:rsidRDefault="00205C85" w:rsidP="000C2F58">
            <w:pPr>
              <w:ind w:right="96"/>
              <w:jc w:val="both"/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краевой бюджет – 1 538 000,00 рублей;</w:t>
            </w:r>
          </w:p>
          <w:p w:rsidR="00205C85" w:rsidRPr="00DF1728" w:rsidRDefault="00205C85" w:rsidP="000C2F58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федеральный бюджет – 4 922 000,00 рублей;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2016 год – 250 000,00 рублей, в том числе: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- городской бюджет – 250 000,00 рублей;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2017 год - 250 000,0 рублей, в том числе:</w:t>
            </w:r>
          </w:p>
          <w:p w:rsidR="00205C85" w:rsidRPr="00DF1728" w:rsidRDefault="00205C85" w:rsidP="00D846ED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 xml:space="preserve">- городской бюджет – 250 000,00 рублей; </w:t>
            </w:r>
          </w:p>
          <w:p w:rsidR="00205C85" w:rsidRPr="00DF1728" w:rsidRDefault="00205C85" w:rsidP="00AC0B68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>2018 год - 250 000,0 рублей, в том числе:</w:t>
            </w:r>
          </w:p>
          <w:p w:rsidR="00205C85" w:rsidRPr="00DF1728" w:rsidRDefault="00205C85" w:rsidP="000C2F58">
            <w:pPr>
              <w:rPr>
                <w:sz w:val="28"/>
                <w:szCs w:val="28"/>
              </w:rPr>
            </w:pPr>
            <w:r w:rsidRPr="00DF1728">
              <w:rPr>
                <w:sz w:val="28"/>
                <w:szCs w:val="28"/>
              </w:rPr>
              <w:t xml:space="preserve">- городской бюджет – 250 000,00 рублей. </w:t>
            </w:r>
          </w:p>
        </w:tc>
      </w:tr>
    </w:tbl>
    <w:p w:rsidR="00205C85" w:rsidRDefault="00205C85" w:rsidP="00331FBF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05C85" w:rsidSect="000C746A">
      <w:pgSz w:w="11906" w:h="16838"/>
      <w:pgMar w:top="851" w:right="737" w:bottom="567" w:left="158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C85" w:rsidRDefault="00205C85">
      <w:r>
        <w:separator/>
      </w:r>
    </w:p>
  </w:endnote>
  <w:endnote w:type="continuationSeparator" w:id="0">
    <w:p w:rsidR="00205C85" w:rsidRDefault="00205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C85" w:rsidRDefault="00205C85">
      <w:r>
        <w:separator/>
      </w:r>
    </w:p>
  </w:footnote>
  <w:footnote w:type="continuationSeparator" w:id="0">
    <w:p w:rsidR="00205C85" w:rsidRDefault="00205C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75E9B"/>
    <w:multiLevelType w:val="hybridMultilevel"/>
    <w:tmpl w:val="0D025160"/>
    <w:lvl w:ilvl="0" w:tplc="5122E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9A86D0">
      <w:numFmt w:val="none"/>
      <w:lvlText w:val=""/>
      <w:lvlJc w:val="left"/>
      <w:pPr>
        <w:tabs>
          <w:tab w:val="num" w:pos="360"/>
        </w:tabs>
      </w:pPr>
    </w:lvl>
    <w:lvl w:ilvl="2" w:tplc="60FAE246">
      <w:numFmt w:val="none"/>
      <w:lvlText w:val=""/>
      <w:lvlJc w:val="left"/>
      <w:pPr>
        <w:tabs>
          <w:tab w:val="num" w:pos="360"/>
        </w:tabs>
      </w:pPr>
    </w:lvl>
    <w:lvl w:ilvl="3" w:tplc="4CC457CC">
      <w:numFmt w:val="none"/>
      <w:lvlText w:val=""/>
      <w:lvlJc w:val="left"/>
      <w:pPr>
        <w:tabs>
          <w:tab w:val="num" w:pos="360"/>
        </w:tabs>
      </w:pPr>
    </w:lvl>
    <w:lvl w:ilvl="4" w:tplc="B4B28434">
      <w:numFmt w:val="none"/>
      <w:lvlText w:val=""/>
      <w:lvlJc w:val="left"/>
      <w:pPr>
        <w:tabs>
          <w:tab w:val="num" w:pos="360"/>
        </w:tabs>
      </w:pPr>
    </w:lvl>
    <w:lvl w:ilvl="5" w:tplc="2C94A3C6">
      <w:numFmt w:val="none"/>
      <w:lvlText w:val=""/>
      <w:lvlJc w:val="left"/>
      <w:pPr>
        <w:tabs>
          <w:tab w:val="num" w:pos="360"/>
        </w:tabs>
      </w:pPr>
    </w:lvl>
    <w:lvl w:ilvl="6" w:tplc="66042C8C">
      <w:numFmt w:val="none"/>
      <w:lvlText w:val=""/>
      <w:lvlJc w:val="left"/>
      <w:pPr>
        <w:tabs>
          <w:tab w:val="num" w:pos="360"/>
        </w:tabs>
      </w:pPr>
    </w:lvl>
    <w:lvl w:ilvl="7" w:tplc="79E81CE6">
      <w:numFmt w:val="none"/>
      <w:lvlText w:val=""/>
      <w:lvlJc w:val="left"/>
      <w:pPr>
        <w:tabs>
          <w:tab w:val="num" w:pos="360"/>
        </w:tabs>
      </w:pPr>
    </w:lvl>
    <w:lvl w:ilvl="8" w:tplc="E416DAC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22A07E6"/>
    <w:multiLevelType w:val="multilevel"/>
    <w:tmpl w:val="7A0A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92024F5"/>
    <w:multiLevelType w:val="hybridMultilevel"/>
    <w:tmpl w:val="2EC256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9B0DC0"/>
    <w:multiLevelType w:val="hybridMultilevel"/>
    <w:tmpl w:val="539283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5510C"/>
    <w:multiLevelType w:val="hybridMultilevel"/>
    <w:tmpl w:val="00C289A6"/>
    <w:lvl w:ilvl="0" w:tplc="3F08638A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0D4"/>
    <w:rsid w:val="00001FF4"/>
    <w:rsid w:val="00002104"/>
    <w:rsid w:val="000028C7"/>
    <w:rsid w:val="00002921"/>
    <w:rsid w:val="00002D11"/>
    <w:rsid w:val="00004802"/>
    <w:rsid w:val="00004AB6"/>
    <w:rsid w:val="00007442"/>
    <w:rsid w:val="00010C3D"/>
    <w:rsid w:val="00010ECA"/>
    <w:rsid w:val="00010FB0"/>
    <w:rsid w:val="00011099"/>
    <w:rsid w:val="0002175D"/>
    <w:rsid w:val="000232C2"/>
    <w:rsid w:val="000239AF"/>
    <w:rsid w:val="00025068"/>
    <w:rsid w:val="00030E7C"/>
    <w:rsid w:val="000313DC"/>
    <w:rsid w:val="0003344D"/>
    <w:rsid w:val="00033862"/>
    <w:rsid w:val="00036DDC"/>
    <w:rsid w:val="000373B0"/>
    <w:rsid w:val="000427AB"/>
    <w:rsid w:val="0004400F"/>
    <w:rsid w:val="00044528"/>
    <w:rsid w:val="0005307B"/>
    <w:rsid w:val="0005474C"/>
    <w:rsid w:val="000557C7"/>
    <w:rsid w:val="00056153"/>
    <w:rsid w:val="000576E2"/>
    <w:rsid w:val="00057E35"/>
    <w:rsid w:val="00060172"/>
    <w:rsid w:val="00063CD0"/>
    <w:rsid w:val="00064112"/>
    <w:rsid w:val="00064A18"/>
    <w:rsid w:val="00064AAA"/>
    <w:rsid w:val="00065B7E"/>
    <w:rsid w:val="00066BB8"/>
    <w:rsid w:val="00076181"/>
    <w:rsid w:val="0008226D"/>
    <w:rsid w:val="000847F9"/>
    <w:rsid w:val="00084E86"/>
    <w:rsid w:val="00085262"/>
    <w:rsid w:val="000855AE"/>
    <w:rsid w:val="00086868"/>
    <w:rsid w:val="0009165E"/>
    <w:rsid w:val="000918EA"/>
    <w:rsid w:val="00093549"/>
    <w:rsid w:val="00094A1F"/>
    <w:rsid w:val="00095944"/>
    <w:rsid w:val="0009610B"/>
    <w:rsid w:val="00097B01"/>
    <w:rsid w:val="000A1121"/>
    <w:rsid w:val="000A28C0"/>
    <w:rsid w:val="000A3B5F"/>
    <w:rsid w:val="000A5003"/>
    <w:rsid w:val="000A5C68"/>
    <w:rsid w:val="000A7613"/>
    <w:rsid w:val="000A7AED"/>
    <w:rsid w:val="000A7B2F"/>
    <w:rsid w:val="000B341D"/>
    <w:rsid w:val="000B67AF"/>
    <w:rsid w:val="000B76D6"/>
    <w:rsid w:val="000B7C72"/>
    <w:rsid w:val="000C1487"/>
    <w:rsid w:val="000C1720"/>
    <w:rsid w:val="000C23AA"/>
    <w:rsid w:val="000C2F58"/>
    <w:rsid w:val="000C3143"/>
    <w:rsid w:val="000C3760"/>
    <w:rsid w:val="000C746A"/>
    <w:rsid w:val="000C7580"/>
    <w:rsid w:val="000C79D6"/>
    <w:rsid w:val="000D15B9"/>
    <w:rsid w:val="000D1647"/>
    <w:rsid w:val="000D497D"/>
    <w:rsid w:val="000D5896"/>
    <w:rsid w:val="000D5EBF"/>
    <w:rsid w:val="000D6232"/>
    <w:rsid w:val="000D6658"/>
    <w:rsid w:val="000D759A"/>
    <w:rsid w:val="000E28EA"/>
    <w:rsid w:val="000E4385"/>
    <w:rsid w:val="000E5114"/>
    <w:rsid w:val="000E632E"/>
    <w:rsid w:val="000F2E7A"/>
    <w:rsid w:val="00100F02"/>
    <w:rsid w:val="00102449"/>
    <w:rsid w:val="00103094"/>
    <w:rsid w:val="001031A8"/>
    <w:rsid w:val="00103838"/>
    <w:rsid w:val="00103DC6"/>
    <w:rsid w:val="00106E48"/>
    <w:rsid w:val="00110B1C"/>
    <w:rsid w:val="00110DF6"/>
    <w:rsid w:val="00114C11"/>
    <w:rsid w:val="00115D78"/>
    <w:rsid w:val="001160B3"/>
    <w:rsid w:val="00120136"/>
    <w:rsid w:val="001208F1"/>
    <w:rsid w:val="00122419"/>
    <w:rsid w:val="0012257D"/>
    <w:rsid w:val="00122F9E"/>
    <w:rsid w:val="0012402D"/>
    <w:rsid w:val="00124F82"/>
    <w:rsid w:val="00125B80"/>
    <w:rsid w:val="001272B4"/>
    <w:rsid w:val="00127B17"/>
    <w:rsid w:val="001316E5"/>
    <w:rsid w:val="00131C94"/>
    <w:rsid w:val="00135F80"/>
    <w:rsid w:val="0014001D"/>
    <w:rsid w:val="00140579"/>
    <w:rsid w:val="00141025"/>
    <w:rsid w:val="00141332"/>
    <w:rsid w:val="00141D58"/>
    <w:rsid w:val="00143300"/>
    <w:rsid w:val="00143F43"/>
    <w:rsid w:val="00144648"/>
    <w:rsid w:val="00145541"/>
    <w:rsid w:val="001464DC"/>
    <w:rsid w:val="00147116"/>
    <w:rsid w:val="001533C0"/>
    <w:rsid w:val="00155A8B"/>
    <w:rsid w:val="001609B2"/>
    <w:rsid w:val="00162C50"/>
    <w:rsid w:val="001636F9"/>
    <w:rsid w:val="00164CC0"/>
    <w:rsid w:val="00165D34"/>
    <w:rsid w:val="00165D3D"/>
    <w:rsid w:val="0016783C"/>
    <w:rsid w:val="00171162"/>
    <w:rsid w:val="00171AF3"/>
    <w:rsid w:val="00173E92"/>
    <w:rsid w:val="00175AB4"/>
    <w:rsid w:val="00176861"/>
    <w:rsid w:val="0017742E"/>
    <w:rsid w:val="00177FA6"/>
    <w:rsid w:val="001802CB"/>
    <w:rsid w:val="00180367"/>
    <w:rsid w:val="001809EF"/>
    <w:rsid w:val="0018124D"/>
    <w:rsid w:val="00185CFD"/>
    <w:rsid w:val="00186ADE"/>
    <w:rsid w:val="00186F70"/>
    <w:rsid w:val="0019011F"/>
    <w:rsid w:val="00190DF7"/>
    <w:rsid w:val="00190E3B"/>
    <w:rsid w:val="00190F83"/>
    <w:rsid w:val="00192266"/>
    <w:rsid w:val="00192AA9"/>
    <w:rsid w:val="00193741"/>
    <w:rsid w:val="00193854"/>
    <w:rsid w:val="00194225"/>
    <w:rsid w:val="00194318"/>
    <w:rsid w:val="00196338"/>
    <w:rsid w:val="0019639F"/>
    <w:rsid w:val="0019662B"/>
    <w:rsid w:val="00196D4B"/>
    <w:rsid w:val="00197933"/>
    <w:rsid w:val="001A050F"/>
    <w:rsid w:val="001A0D7F"/>
    <w:rsid w:val="001A185C"/>
    <w:rsid w:val="001A3CE3"/>
    <w:rsid w:val="001A50A7"/>
    <w:rsid w:val="001A5453"/>
    <w:rsid w:val="001A5780"/>
    <w:rsid w:val="001A78FC"/>
    <w:rsid w:val="001B27FF"/>
    <w:rsid w:val="001B3926"/>
    <w:rsid w:val="001B3DA2"/>
    <w:rsid w:val="001B53C1"/>
    <w:rsid w:val="001B5F0F"/>
    <w:rsid w:val="001B6410"/>
    <w:rsid w:val="001B6D30"/>
    <w:rsid w:val="001B7379"/>
    <w:rsid w:val="001C1B77"/>
    <w:rsid w:val="001C21FE"/>
    <w:rsid w:val="001C237C"/>
    <w:rsid w:val="001C3965"/>
    <w:rsid w:val="001C589F"/>
    <w:rsid w:val="001C5E01"/>
    <w:rsid w:val="001D1215"/>
    <w:rsid w:val="001D1301"/>
    <w:rsid w:val="001D2465"/>
    <w:rsid w:val="001D2FCE"/>
    <w:rsid w:val="001D3249"/>
    <w:rsid w:val="001D3617"/>
    <w:rsid w:val="001D3869"/>
    <w:rsid w:val="001D3B20"/>
    <w:rsid w:val="001D6A62"/>
    <w:rsid w:val="001D6D8A"/>
    <w:rsid w:val="001D6ED3"/>
    <w:rsid w:val="001E09B0"/>
    <w:rsid w:val="001E0DF3"/>
    <w:rsid w:val="001E1E89"/>
    <w:rsid w:val="001E3A13"/>
    <w:rsid w:val="001E3BB9"/>
    <w:rsid w:val="001E42D8"/>
    <w:rsid w:val="001E537A"/>
    <w:rsid w:val="001F1FE9"/>
    <w:rsid w:val="001F2228"/>
    <w:rsid w:val="001F5F52"/>
    <w:rsid w:val="001F7797"/>
    <w:rsid w:val="002010A4"/>
    <w:rsid w:val="002020EC"/>
    <w:rsid w:val="00204FEB"/>
    <w:rsid w:val="00204FF6"/>
    <w:rsid w:val="00205C85"/>
    <w:rsid w:val="002067FD"/>
    <w:rsid w:val="00206A5F"/>
    <w:rsid w:val="00207100"/>
    <w:rsid w:val="00207441"/>
    <w:rsid w:val="00207763"/>
    <w:rsid w:val="0021080D"/>
    <w:rsid w:val="002109B1"/>
    <w:rsid w:val="00211FD6"/>
    <w:rsid w:val="002125DB"/>
    <w:rsid w:val="002126E9"/>
    <w:rsid w:val="0021289B"/>
    <w:rsid w:val="00213A78"/>
    <w:rsid w:val="00213D83"/>
    <w:rsid w:val="00213F30"/>
    <w:rsid w:val="002149CA"/>
    <w:rsid w:val="00214D78"/>
    <w:rsid w:val="00216C3F"/>
    <w:rsid w:val="00221E5B"/>
    <w:rsid w:val="00222BFA"/>
    <w:rsid w:val="002230AD"/>
    <w:rsid w:val="0022330A"/>
    <w:rsid w:val="00223C8A"/>
    <w:rsid w:val="00224C18"/>
    <w:rsid w:val="002250E2"/>
    <w:rsid w:val="00227509"/>
    <w:rsid w:val="0023039E"/>
    <w:rsid w:val="002304D6"/>
    <w:rsid w:val="0023056B"/>
    <w:rsid w:val="00230A51"/>
    <w:rsid w:val="002315FC"/>
    <w:rsid w:val="00233E32"/>
    <w:rsid w:val="00241D46"/>
    <w:rsid w:val="002444D9"/>
    <w:rsid w:val="002451FC"/>
    <w:rsid w:val="00245658"/>
    <w:rsid w:val="0024625F"/>
    <w:rsid w:val="00250B4F"/>
    <w:rsid w:val="00250E43"/>
    <w:rsid w:val="00251D73"/>
    <w:rsid w:val="002527AA"/>
    <w:rsid w:val="00254F52"/>
    <w:rsid w:val="002557A7"/>
    <w:rsid w:val="00255ECE"/>
    <w:rsid w:val="00256212"/>
    <w:rsid w:val="002564FF"/>
    <w:rsid w:val="00260566"/>
    <w:rsid w:val="00261AC1"/>
    <w:rsid w:val="00262048"/>
    <w:rsid w:val="002634E8"/>
    <w:rsid w:val="002636BC"/>
    <w:rsid w:val="002644A7"/>
    <w:rsid w:val="00264EB3"/>
    <w:rsid w:val="002652DF"/>
    <w:rsid w:val="00266585"/>
    <w:rsid w:val="00266D88"/>
    <w:rsid w:val="00267E10"/>
    <w:rsid w:val="0027071E"/>
    <w:rsid w:val="0027093D"/>
    <w:rsid w:val="00271F6F"/>
    <w:rsid w:val="0027262C"/>
    <w:rsid w:val="00273B46"/>
    <w:rsid w:val="00273BB3"/>
    <w:rsid w:val="00273F75"/>
    <w:rsid w:val="00274C26"/>
    <w:rsid w:val="00274CF9"/>
    <w:rsid w:val="002752BC"/>
    <w:rsid w:val="00275608"/>
    <w:rsid w:val="00275D2F"/>
    <w:rsid w:val="00276271"/>
    <w:rsid w:val="002776B1"/>
    <w:rsid w:val="0028003E"/>
    <w:rsid w:val="00280668"/>
    <w:rsid w:val="00280CDC"/>
    <w:rsid w:val="00280CF1"/>
    <w:rsid w:val="002841A0"/>
    <w:rsid w:val="00285E53"/>
    <w:rsid w:val="0028674B"/>
    <w:rsid w:val="00286E80"/>
    <w:rsid w:val="0028707A"/>
    <w:rsid w:val="0028780A"/>
    <w:rsid w:val="00287B0A"/>
    <w:rsid w:val="002908AA"/>
    <w:rsid w:val="00291CFA"/>
    <w:rsid w:val="0029213B"/>
    <w:rsid w:val="00292545"/>
    <w:rsid w:val="00292990"/>
    <w:rsid w:val="00293D99"/>
    <w:rsid w:val="00295395"/>
    <w:rsid w:val="0029639B"/>
    <w:rsid w:val="002966D6"/>
    <w:rsid w:val="00296D86"/>
    <w:rsid w:val="00297CAA"/>
    <w:rsid w:val="002A0431"/>
    <w:rsid w:val="002A0D42"/>
    <w:rsid w:val="002A1176"/>
    <w:rsid w:val="002A2864"/>
    <w:rsid w:val="002A3B31"/>
    <w:rsid w:val="002A41FD"/>
    <w:rsid w:val="002A5550"/>
    <w:rsid w:val="002A5CBD"/>
    <w:rsid w:val="002A5D8B"/>
    <w:rsid w:val="002A62D0"/>
    <w:rsid w:val="002B1C36"/>
    <w:rsid w:val="002B2C9F"/>
    <w:rsid w:val="002B451B"/>
    <w:rsid w:val="002B5E9F"/>
    <w:rsid w:val="002B669C"/>
    <w:rsid w:val="002C19DA"/>
    <w:rsid w:val="002C1AAB"/>
    <w:rsid w:val="002C3109"/>
    <w:rsid w:val="002C75E7"/>
    <w:rsid w:val="002D043E"/>
    <w:rsid w:val="002D06E8"/>
    <w:rsid w:val="002D07BD"/>
    <w:rsid w:val="002D101C"/>
    <w:rsid w:val="002D1890"/>
    <w:rsid w:val="002D1A9F"/>
    <w:rsid w:val="002D3DBA"/>
    <w:rsid w:val="002D53C6"/>
    <w:rsid w:val="002D5A9F"/>
    <w:rsid w:val="002D62FC"/>
    <w:rsid w:val="002E049E"/>
    <w:rsid w:val="002E092E"/>
    <w:rsid w:val="002E1267"/>
    <w:rsid w:val="002E527B"/>
    <w:rsid w:val="002F1155"/>
    <w:rsid w:val="002F4C8E"/>
    <w:rsid w:val="002F5DEC"/>
    <w:rsid w:val="002F5FEA"/>
    <w:rsid w:val="003005C8"/>
    <w:rsid w:val="0030141E"/>
    <w:rsid w:val="0030185D"/>
    <w:rsid w:val="0030203E"/>
    <w:rsid w:val="003036A9"/>
    <w:rsid w:val="0031029B"/>
    <w:rsid w:val="00311EAD"/>
    <w:rsid w:val="00312853"/>
    <w:rsid w:val="00312D0F"/>
    <w:rsid w:val="00312D85"/>
    <w:rsid w:val="00316476"/>
    <w:rsid w:val="00320228"/>
    <w:rsid w:val="0032042B"/>
    <w:rsid w:val="00323E46"/>
    <w:rsid w:val="003312FB"/>
    <w:rsid w:val="00331FBF"/>
    <w:rsid w:val="00333BAF"/>
    <w:rsid w:val="0033406A"/>
    <w:rsid w:val="00334DA8"/>
    <w:rsid w:val="00335282"/>
    <w:rsid w:val="003366BA"/>
    <w:rsid w:val="0033790F"/>
    <w:rsid w:val="0034230E"/>
    <w:rsid w:val="0034256E"/>
    <w:rsid w:val="003426F0"/>
    <w:rsid w:val="00342DCE"/>
    <w:rsid w:val="00343724"/>
    <w:rsid w:val="00343B3A"/>
    <w:rsid w:val="003445E8"/>
    <w:rsid w:val="00350A98"/>
    <w:rsid w:val="003530AB"/>
    <w:rsid w:val="00354043"/>
    <w:rsid w:val="003543B8"/>
    <w:rsid w:val="00356252"/>
    <w:rsid w:val="003617EF"/>
    <w:rsid w:val="0036284B"/>
    <w:rsid w:val="00362BB8"/>
    <w:rsid w:val="00363999"/>
    <w:rsid w:val="003664AF"/>
    <w:rsid w:val="003701FE"/>
    <w:rsid w:val="003752E9"/>
    <w:rsid w:val="00375455"/>
    <w:rsid w:val="0037589D"/>
    <w:rsid w:val="00376186"/>
    <w:rsid w:val="00377208"/>
    <w:rsid w:val="00377E32"/>
    <w:rsid w:val="003832DC"/>
    <w:rsid w:val="00384817"/>
    <w:rsid w:val="003851B6"/>
    <w:rsid w:val="00386DE5"/>
    <w:rsid w:val="00387B1D"/>
    <w:rsid w:val="00390910"/>
    <w:rsid w:val="0039269A"/>
    <w:rsid w:val="00392A04"/>
    <w:rsid w:val="00396CEC"/>
    <w:rsid w:val="003A06F7"/>
    <w:rsid w:val="003A07A1"/>
    <w:rsid w:val="003A0907"/>
    <w:rsid w:val="003A103E"/>
    <w:rsid w:val="003A159C"/>
    <w:rsid w:val="003A1C9E"/>
    <w:rsid w:val="003A2CC1"/>
    <w:rsid w:val="003A3BFB"/>
    <w:rsid w:val="003A670F"/>
    <w:rsid w:val="003B0BF8"/>
    <w:rsid w:val="003B18E9"/>
    <w:rsid w:val="003B1B46"/>
    <w:rsid w:val="003B2A48"/>
    <w:rsid w:val="003B2DA9"/>
    <w:rsid w:val="003B3C26"/>
    <w:rsid w:val="003B3C98"/>
    <w:rsid w:val="003B4286"/>
    <w:rsid w:val="003B54EC"/>
    <w:rsid w:val="003B5ABB"/>
    <w:rsid w:val="003B67D2"/>
    <w:rsid w:val="003B67FB"/>
    <w:rsid w:val="003B734A"/>
    <w:rsid w:val="003C1F56"/>
    <w:rsid w:val="003C2A09"/>
    <w:rsid w:val="003C4CD0"/>
    <w:rsid w:val="003C5A8A"/>
    <w:rsid w:val="003C5F90"/>
    <w:rsid w:val="003C6BE4"/>
    <w:rsid w:val="003C7DEE"/>
    <w:rsid w:val="003D0C49"/>
    <w:rsid w:val="003D0EF2"/>
    <w:rsid w:val="003D11C6"/>
    <w:rsid w:val="003D1684"/>
    <w:rsid w:val="003D2030"/>
    <w:rsid w:val="003D28C8"/>
    <w:rsid w:val="003D4363"/>
    <w:rsid w:val="003D603B"/>
    <w:rsid w:val="003D6353"/>
    <w:rsid w:val="003D66CF"/>
    <w:rsid w:val="003D7654"/>
    <w:rsid w:val="003D7C43"/>
    <w:rsid w:val="003E0261"/>
    <w:rsid w:val="003E0454"/>
    <w:rsid w:val="003E0EF9"/>
    <w:rsid w:val="003E1579"/>
    <w:rsid w:val="003E267F"/>
    <w:rsid w:val="003E2A93"/>
    <w:rsid w:val="003E347F"/>
    <w:rsid w:val="003E44B3"/>
    <w:rsid w:val="003F09A1"/>
    <w:rsid w:val="003F1DD1"/>
    <w:rsid w:val="003F24E5"/>
    <w:rsid w:val="003F2942"/>
    <w:rsid w:val="003F2BD2"/>
    <w:rsid w:val="003F4094"/>
    <w:rsid w:val="003F6CEF"/>
    <w:rsid w:val="003F7980"/>
    <w:rsid w:val="004000C2"/>
    <w:rsid w:val="00401A45"/>
    <w:rsid w:val="00401FA2"/>
    <w:rsid w:val="0040285E"/>
    <w:rsid w:val="00402CD2"/>
    <w:rsid w:val="00407B3B"/>
    <w:rsid w:val="00407E2B"/>
    <w:rsid w:val="00410A78"/>
    <w:rsid w:val="00412408"/>
    <w:rsid w:val="00412431"/>
    <w:rsid w:val="00414138"/>
    <w:rsid w:val="004174FD"/>
    <w:rsid w:val="004205ED"/>
    <w:rsid w:val="00421A4E"/>
    <w:rsid w:val="00422C77"/>
    <w:rsid w:val="00426B5C"/>
    <w:rsid w:val="00427941"/>
    <w:rsid w:val="004322F8"/>
    <w:rsid w:val="00432328"/>
    <w:rsid w:val="00432436"/>
    <w:rsid w:val="00434991"/>
    <w:rsid w:val="004364B0"/>
    <w:rsid w:val="004374E9"/>
    <w:rsid w:val="00442ACA"/>
    <w:rsid w:val="00443184"/>
    <w:rsid w:val="004438D1"/>
    <w:rsid w:val="004502E0"/>
    <w:rsid w:val="0045250C"/>
    <w:rsid w:val="00453157"/>
    <w:rsid w:val="00453A27"/>
    <w:rsid w:val="00453FC7"/>
    <w:rsid w:val="0045449B"/>
    <w:rsid w:val="00457D17"/>
    <w:rsid w:val="00457DBB"/>
    <w:rsid w:val="00457E4F"/>
    <w:rsid w:val="00460022"/>
    <w:rsid w:val="00462C82"/>
    <w:rsid w:val="004635DA"/>
    <w:rsid w:val="00463DF5"/>
    <w:rsid w:val="0046418C"/>
    <w:rsid w:val="00465151"/>
    <w:rsid w:val="00465D28"/>
    <w:rsid w:val="0046601D"/>
    <w:rsid w:val="004667F0"/>
    <w:rsid w:val="004670D2"/>
    <w:rsid w:val="004705C7"/>
    <w:rsid w:val="00470DA8"/>
    <w:rsid w:val="00471A8A"/>
    <w:rsid w:val="00472755"/>
    <w:rsid w:val="00473E03"/>
    <w:rsid w:val="00474B47"/>
    <w:rsid w:val="004757DF"/>
    <w:rsid w:val="00480D54"/>
    <w:rsid w:val="00481E0E"/>
    <w:rsid w:val="00483299"/>
    <w:rsid w:val="0048442E"/>
    <w:rsid w:val="00485430"/>
    <w:rsid w:val="00487E5D"/>
    <w:rsid w:val="004903F9"/>
    <w:rsid w:val="0049088D"/>
    <w:rsid w:val="00490B79"/>
    <w:rsid w:val="0049113F"/>
    <w:rsid w:val="0049194F"/>
    <w:rsid w:val="00493447"/>
    <w:rsid w:val="00495285"/>
    <w:rsid w:val="0049636E"/>
    <w:rsid w:val="00496701"/>
    <w:rsid w:val="00497701"/>
    <w:rsid w:val="004978F6"/>
    <w:rsid w:val="00497EF0"/>
    <w:rsid w:val="004A0008"/>
    <w:rsid w:val="004A1F2F"/>
    <w:rsid w:val="004A20E2"/>
    <w:rsid w:val="004A37D9"/>
    <w:rsid w:val="004A79B2"/>
    <w:rsid w:val="004B06E2"/>
    <w:rsid w:val="004B10F8"/>
    <w:rsid w:val="004B190C"/>
    <w:rsid w:val="004B2960"/>
    <w:rsid w:val="004B2AB0"/>
    <w:rsid w:val="004B4E02"/>
    <w:rsid w:val="004B5819"/>
    <w:rsid w:val="004B76D6"/>
    <w:rsid w:val="004C1086"/>
    <w:rsid w:val="004C12FC"/>
    <w:rsid w:val="004C181F"/>
    <w:rsid w:val="004C29BA"/>
    <w:rsid w:val="004C34DD"/>
    <w:rsid w:val="004C36DD"/>
    <w:rsid w:val="004C7B38"/>
    <w:rsid w:val="004D0009"/>
    <w:rsid w:val="004D1F79"/>
    <w:rsid w:val="004D2001"/>
    <w:rsid w:val="004D7AFE"/>
    <w:rsid w:val="004D7B5C"/>
    <w:rsid w:val="004E1F22"/>
    <w:rsid w:val="004E3BA8"/>
    <w:rsid w:val="004E3DF1"/>
    <w:rsid w:val="004E62B3"/>
    <w:rsid w:val="004E65BC"/>
    <w:rsid w:val="004E6C4B"/>
    <w:rsid w:val="004E7C49"/>
    <w:rsid w:val="004F0F31"/>
    <w:rsid w:val="004F3B03"/>
    <w:rsid w:val="004F4D88"/>
    <w:rsid w:val="00500599"/>
    <w:rsid w:val="005008C6"/>
    <w:rsid w:val="00500975"/>
    <w:rsid w:val="005010F2"/>
    <w:rsid w:val="005014DD"/>
    <w:rsid w:val="00501714"/>
    <w:rsid w:val="0050176D"/>
    <w:rsid w:val="0050203B"/>
    <w:rsid w:val="00503E68"/>
    <w:rsid w:val="00505FA6"/>
    <w:rsid w:val="0050674E"/>
    <w:rsid w:val="00506E2C"/>
    <w:rsid w:val="005076B3"/>
    <w:rsid w:val="00510D6F"/>
    <w:rsid w:val="005126E0"/>
    <w:rsid w:val="0051356C"/>
    <w:rsid w:val="00515717"/>
    <w:rsid w:val="00515760"/>
    <w:rsid w:val="005165DE"/>
    <w:rsid w:val="00516F2D"/>
    <w:rsid w:val="00517741"/>
    <w:rsid w:val="00521613"/>
    <w:rsid w:val="005216DE"/>
    <w:rsid w:val="0052348D"/>
    <w:rsid w:val="00523519"/>
    <w:rsid w:val="0052411B"/>
    <w:rsid w:val="005254CE"/>
    <w:rsid w:val="005258BC"/>
    <w:rsid w:val="00531EE6"/>
    <w:rsid w:val="005345E1"/>
    <w:rsid w:val="00535AB3"/>
    <w:rsid w:val="00536FE0"/>
    <w:rsid w:val="00537DDC"/>
    <w:rsid w:val="005409D6"/>
    <w:rsid w:val="005431F1"/>
    <w:rsid w:val="005442EE"/>
    <w:rsid w:val="00544C62"/>
    <w:rsid w:val="00544D09"/>
    <w:rsid w:val="00544E00"/>
    <w:rsid w:val="005456A8"/>
    <w:rsid w:val="00546924"/>
    <w:rsid w:val="005502C0"/>
    <w:rsid w:val="00552E22"/>
    <w:rsid w:val="005532C1"/>
    <w:rsid w:val="005547CA"/>
    <w:rsid w:val="00555A35"/>
    <w:rsid w:val="005575D0"/>
    <w:rsid w:val="005602C8"/>
    <w:rsid w:val="0056242D"/>
    <w:rsid w:val="00562700"/>
    <w:rsid w:val="00562AAD"/>
    <w:rsid w:val="0056367E"/>
    <w:rsid w:val="00570F80"/>
    <w:rsid w:val="005710CE"/>
    <w:rsid w:val="00571203"/>
    <w:rsid w:val="00571648"/>
    <w:rsid w:val="00571C09"/>
    <w:rsid w:val="005730C0"/>
    <w:rsid w:val="00573236"/>
    <w:rsid w:val="005745D6"/>
    <w:rsid w:val="00574CDE"/>
    <w:rsid w:val="00575AA1"/>
    <w:rsid w:val="005775FE"/>
    <w:rsid w:val="00583AD6"/>
    <w:rsid w:val="00587EFF"/>
    <w:rsid w:val="00591085"/>
    <w:rsid w:val="0059416A"/>
    <w:rsid w:val="00594853"/>
    <w:rsid w:val="00595082"/>
    <w:rsid w:val="00595141"/>
    <w:rsid w:val="00596315"/>
    <w:rsid w:val="00597982"/>
    <w:rsid w:val="00597DD7"/>
    <w:rsid w:val="005A058A"/>
    <w:rsid w:val="005A1513"/>
    <w:rsid w:val="005A2BE3"/>
    <w:rsid w:val="005A3E8F"/>
    <w:rsid w:val="005A3EE1"/>
    <w:rsid w:val="005A3EFA"/>
    <w:rsid w:val="005A56C1"/>
    <w:rsid w:val="005A66ED"/>
    <w:rsid w:val="005B4F38"/>
    <w:rsid w:val="005B56AC"/>
    <w:rsid w:val="005B5B2A"/>
    <w:rsid w:val="005B64A2"/>
    <w:rsid w:val="005B70D7"/>
    <w:rsid w:val="005B7755"/>
    <w:rsid w:val="005C2A47"/>
    <w:rsid w:val="005C3969"/>
    <w:rsid w:val="005C46D5"/>
    <w:rsid w:val="005C4D5E"/>
    <w:rsid w:val="005C5DEC"/>
    <w:rsid w:val="005C6E15"/>
    <w:rsid w:val="005C7BCE"/>
    <w:rsid w:val="005D01CD"/>
    <w:rsid w:val="005D13EA"/>
    <w:rsid w:val="005D3A71"/>
    <w:rsid w:val="005D60E6"/>
    <w:rsid w:val="005D7773"/>
    <w:rsid w:val="005E181A"/>
    <w:rsid w:val="005E1885"/>
    <w:rsid w:val="005E33C7"/>
    <w:rsid w:val="005E4692"/>
    <w:rsid w:val="005E48ED"/>
    <w:rsid w:val="005E4B65"/>
    <w:rsid w:val="005E768C"/>
    <w:rsid w:val="005F044D"/>
    <w:rsid w:val="005F05F8"/>
    <w:rsid w:val="005F07CD"/>
    <w:rsid w:val="005F0B73"/>
    <w:rsid w:val="005F1A98"/>
    <w:rsid w:val="005F247E"/>
    <w:rsid w:val="005F357D"/>
    <w:rsid w:val="005F4D04"/>
    <w:rsid w:val="005F64C7"/>
    <w:rsid w:val="00601462"/>
    <w:rsid w:val="006028EE"/>
    <w:rsid w:val="00603C9B"/>
    <w:rsid w:val="00604174"/>
    <w:rsid w:val="00610C21"/>
    <w:rsid w:val="00611210"/>
    <w:rsid w:val="00615BF1"/>
    <w:rsid w:val="0061622F"/>
    <w:rsid w:val="00616A8A"/>
    <w:rsid w:val="006179F0"/>
    <w:rsid w:val="00617E8D"/>
    <w:rsid w:val="006206AA"/>
    <w:rsid w:val="00620BEC"/>
    <w:rsid w:val="00620DC7"/>
    <w:rsid w:val="00623641"/>
    <w:rsid w:val="0062582F"/>
    <w:rsid w:val="00625C39"/>
    <w:rsid w:val="006300DB"/>
    <w:rsid w:val="006317AC"/>
    <w:rsid w:val="00631B99"/>
    <w:rsid w:val="006343E5"/>
    <w:rsid w:val="0063484E"/>
    <w:rsid w:val="006354CF"/>
    <w:rsid w:val="006402BE"/>
    <w:rsid w:val="00640585"/>
    <w:rsid w:val="00641406"/>
    <w:rsid w:val="00642E31"/>
    <w:rsid w:val="0064498D"/>
    <w:rsid w:val="00647636"/>
    <w:rsid w:val="00650FB7"/>
    <w:rsid w:val="006511DA"/>
    <w:rsid w:val="0065260A"/>
    <w:rsid w:val="00652748"/>
    <w:rsid w:val="00652C95"/>
    <w:rsid w:val="00654F32"/>
    <w:rsid w:val="0066103A"/>
    <w:rsid w:val="00661714"/>
    <w:rsid w:val="00661EAB"/>
    <w:rsid w:val="00662FB9"/>
    <w:rsid w:val="0066454B"/>
    <w:rsid w:val="0066529E"/>
    <w:rsid w:val="00665447"/>
    <w:rsid w:val="00665988"/>
    <w:rsid w:val="00666632"/>
    <w:rsid w:val="00667854"/>
    <w:rsid w:val="006705D9"/>
    <w:rsid w:val="006720E0"/>
    <w:rsid w:val="00672355"/>
    <w:rsid w:val="00673C16"/>
    <w:rsid w:val="0067411D"/>
    <w:rsid w:val="00680B34"/>
    <w:rsid w:val="006815BC"/>
    <w:rsid w:val="00682A83"/>
    <w:rsid w:val="00683B4B"/>
    <w:rsid w:val="00683DC8"/>
    <w:rsid w:val="0068403A"/>
    <w:rsid w:val="006867B7"/>
    <w:rsid w:val="00686800"/>
    <w:rsid w:val="00686954"/>
    <w:rsid w:val="006872D0"/>
    <w:rsid w:val="00690552"/>
    <w:rsid w:val="00690604"/>
    <w:rsid w:val="00690737"/>
    <w:rsid w:val="00690F77"/>
    <w:rsid w:val="006920B7"/>
    <w:rsid w:val="006940BF"/>
    <w:rsid w:val="00695033"/>
    <w:rsid w:val="00695352"/>
    <w:rsid w:val="00695F72"/>
    <w:rsid w:val="00697440"/>
    <w:rsid w:val="00697ED8"/>
    <w:rsid w:val="006A0503"/>
    <w:rsid w:val="006A3F91"/>
    <w:rsid w:val="006A502E"/>
    <w:rsid w:val="006A57C5"/>
    <w:rsid w:val="006A619F"/>
    <w:rsid w:val="006A6960"/>
    <w:rsid w:val="006A6BB3"/>
    <w:rsid w:val="006B09C5"/>
    <w:rsid w:val="006B198F"/>
    <w:rsid w:val="006B2076"/>
    <w:rsid w:val="006B2E06"/>
    <w:rsid w:val="006B4B0E"/>
    <w:rsid w:val="006B4BF4"/>
    <w:rsid w:val="006B4C6A"/>
    <w:rsid w:val="006B5040"/>
    <w:rsid w:val="006B5BA5"/>
    <w:rsid w:val="006B5DB7"/>
    <w:rsid w:val="006B6FED"/>
    <w:rsid w:val="006B7264"/>
    <w:rsid w:val="006C03C4"/>
    <w:rsid w:val="006C2522"/>
    <w:rsid w:val="006C25FC"/>
    <w:rsid w:val="006C2F9A"/>
    <w:rsid w:val="006C5B5C"/>
    <w:rsid w:val="006C6739"/>
    <w:rsid w:val="006C6F4E"/>
    <w:rsid w:val="006D1A95"/>
    <w:rsid w:val="006D24C6"/>
    <w:rsid w:val="006D3729"/>
    <w:rsid w:val="006D39F9"/>
    <w:rsid w:val="006D46C6"/>
    <w:rsid w:val="006D4D93"/>
    <w:rsid w:val="006D52AC"/>
    <w:rsid w:val="006D62B0"/>
    <w:rsid w:val="006D6906"/>
    <w:rsid w:val="006D6AFA"/>
    <w:rsid w:val="006D7396"/>
    <w:rsid w:val="006D7782"/>
    <w:rsid w:val="006E0AFC"/>
    <w:rsid w:val="006E0DB7"/>
    <w:rsid w:val="006E1D28"/>
    <w:rsid w:val="006E29EC"/>
    <w:rsid w:val="006E3BD2"/>
    <w:rsid w:val="006E4DDC"/>
    <w:rsid w:val="006E6CCA"/>
    <w:rsid w:val="006E7463"/>
    <w:rsid w:val="006F0139"/>
    <w:rsid w:val="006F024B"/>
    <w:rsid w:val="006F0341"/>
    <w:rsid w:val="006F04C5"/>
    <w:rsid w:val="006F1DE8"/>
    <w:rsid w:val="006F2A79"/>
    <w:rsid w:val="006F30A9"/>
    <w:rsid w:val="006F4469"/>
    <w:rsid w:val="006F7B37"/>
    <w:rsid w:val="007022B9"/>
    <w:rsid w:val="00703DE5"/>
    <w:rsid w:val="00705F78"/>
    <w:rsid w:val="00707682"/>
    <w:rsid w:val="00707770"/>
    <w:rsid w:val="00707CD7"/>
    <w:rsid w:val="007132A1"/>
    <w:rsid w:val="00713CA3"/>
    <w:rsid w:val="007163A6"/>
    <w:rsid w:val="0071729E"/>
    <w:rsid w:val="00722786"/>
    <w:rsid w:val="007253EC"/>
    <w:rsid w:val="0072589C"/>
    <w:rsid w:val="007270DD"/>
    <w:rsid w:val="00727244"/>
    <w:rsid w:val="00730615"/>
    <w:rsid w:val="00731DCB"/>
    <w:rsid w:val="0073312E"/>
    <w:rsid w:val="0073343D"/>
    <w:rsid w:val="00733635"/>
    <w:rsid w:val="007345B5"/>
    <w:rsid w:val="00735DC2"/>
    <w:rsid w:val="00736462"/>
    <w:rsid w:val="00736C11"/>
    <w:rsid w:val="00737681"/>
    <w:rsid w:val="007405A2"/>
    <w:rsid w:val="007421F2"/>
    <w:rsid w:val="007429EA"/>
    <w:rsid w:val="00743905"/>
    <w:rsid w:val="007459D0"/>
    <w:rsid w:val="00746741"/>
    <w:rsid w:val="00746E1D"/>
    <w:rsid w:val="007471B4"/>
    <w:rsid w:val="007506A5"/>
    <w:rsid w:val="007510F0"/>
    <w:rsid w:val="00753369"/>
    <w:rsid w:val="0075344E"/>
    <w:rsid w:val="00753CF2"/>
    <w:rsid w:val="007542AE"/>
    <w:rsid w:val="00754359"/>
    <w:rsid w:val="00754F17"/>
    <w:rsid w:val="00755E7D"/>
    <w:rsid w:val="007578EE"/>
    <w:rsid w:val="0076062F"/>
    <w:rsid w:val="00761E17"/>
    <w:rsid w:val="00762828"/>
    <w:rsid w:val="00765160"/>
    <w:rsid w:val="0076522C"/>
    <w:rsid w:val="00765325"/>
    <w:rsid w:val="00766309"/>
    <w:rsid w:val="0076663E"/>
    <w:rsid w:val="0076717A"/>
    <w:rsid w:val="00767843"/>
    <w:rsid w:val="007703AD"/>
    <w:rsid w:val="00771260"/>
    <w:rsid w:val="007714ED"/>
    <w:rsid w:val="00771569"/>
    <w:rsid w:val="00771ACA"/>
    <w:rsid w:val="0077293C"/>
    <w:rsid w:val="00774BE2"/>
    <w:rsid w:val="00775681"/>
    <w:rsid w:val="007765DC"/>
    <w:rsid w:val="00777579"/>
    <w:rsid w:val="00777612"/>
    <w:rsid w:val="00777769"/>
    <w:rsid w:val="007809B7"/>
    <w:rsid w:val="00780A20"/>
    <w:rsid w:val="007832B0"/>
    <w:rsid w:val="00784765"/>
    <w:rsid w:val="00784B17"/>
    <w:rsid w:val="00786273"/>
    <w:rsid w:val="00786517"/>
    <w:rsid w:val="00786A96"/>
    <w:rsid w:val="00786E4A"/>
    <w:rsid w:val="00787884"/>
    <w:rsid w:val="00790835"/>
    <w:rsid w:val="00791CE2"/>
    <w:rsid w:val="0079212C"/>
    <w:rsid w:val="00792D70"/>
    <w:rsid w:val="0079397E"/>
    <w:rsid w:val="00796052"/>
    <w:rsid w:val="0079616D"/>
    <w:rsid w:val="007A0AAE"/>
    <w:rsid w:val="007A12DB"/>
    <w:rsid w:val="007A1AE9"/>
    <w:rsid w:val="007A1B25"/>
    <w:rsid w:val="007A1FF1"/>
    <w:rsid w:val="007A2BBD"/>
    <w:rsid w:val="007A489B"/>
    <w:rsid w:val="007A48EA"/>
    <w:rsid w:val="007A550B"/>
    <w:rsid w:val="007A6342"/>
    <w:rsid w:val="007A7A02"/>
    <w:rsid w:val="007B16E3"/>
    <w:rsid w:val="007B3FCB"/>
    <w:rsid w:val="007B57D7"/>
    <w:rsid w:val="007B679F"/>
    <w:rsid w:val="007C084A"/>
    <w:rsid w:val="007C1308"/>
    <w:rsid w:val="007C1628"/>
    <w:rsid w:val="007C2813"/>
    <w:rsid w:val="007C3080"/>
    <w:rsid w:val="007C4316"/>
    <w:rsid w:val="007C4707"/>
    <w:rsid w:val="007C4DE5"/>
    <w:rsid w:val="007C6975"/>
    <w:rsid w:val="007C747B"/>
    <w:rsid w:val="007D0DDD"/>
    <w:rsid w:val="007D1F4B"/>
    <w:rsid w:val="007D2248"/>
    <w:rsid w:val="007D25A2"/>
    <w:rsid w:val="007D27A7"/>
    <w:rsid w:val="007D4982"/>
    <w:rsid w:val="007D5B7D"/>
    <w:rsid w:val="007D639D"/>
    <w:rsid w:val="007D7379"/>
    <w:rsid w:val="007D78B6"/>
    <w:rsid w:val="007E1FFD"/>
    <w:rsid w:val="007E2EC3"/>
    <w:rsid w:val="007E35CF"/>
    <w:rsid w:val="007E3D01"/>
    <w:rsid w:val="007E532A"/>
    <w:rsid w:val="007E69D8"/>
    <w:rsid w:val="007E6FE3"/>
    <w:rsid w:val="007E700B"/>
    <w:rsid w:val="007F0E36"/>
    <w:rsid w:val="007F1895"/>
    <w:rsid w:val="007F1915"/>
    <w:rsid w:val="007F2538"/>
    <w:rsid w:val="007F41E9"/>
    <w:rsid w:val="007F4364"/>
    <w:rsid w:val="007F5720"/>
    <w:rsid w:val="007F76FC"/>
    <w:rsid w:val="007F7D50"/>
    <w:rsid w:val="008005D1"/>
    <w:rsid w:val="00800916"/>
    <w:rsid w:val="008009D3"/>
    <w:rsid w:val="00801935"/>
    <w:rsid w:val="00801C5F"/>
    <w:rsid w:val="008034C7"/>
    <w:rsid w:val="00804400"/>
    <w:rsid w:val="008053D3"/>
    <w:rsid w:val="00805540"/>
    <w:rsid w:val="0080657E"/>
    <w:rsid w:val="00807541"/>
    <w:rsid w:val="00810C3A"/>
    <w:rsid w:val="00813DEA"/>
    <w:rsid w:val="008145CE"/>
    <w:rsid w:val="00816D00"/>
    <w:rsid w:val="008176EF"/>
    <w:rsid w:val="008213B5"/>
    <w:rsid w:val="00822726"/>
    <w:rsid w:val="00823A6A"/>
    <w:rsid w:val="008246E5"/>
    <w:rsid w:val="00824A6D"/>
    <w:rsid w:val="00824C47"/>
    <w:rsid w:val="008252F8"/>
    <w:rsid w:val="0082592D"/>
    <w:rsid w:val="00827542"/>
    <w:rsid w:val="00827556"/>
    <w:rsid w:val="00827F88"/>
    <w:rsid w:val="00830615"/>
    <w:rsid w:val="00832A08"/>
    <w:rsid w:val="00832F68"/>
    <w:rsid w:val="0083590E"/>
    <w:rsid w:val="0083596B"/>
    <w:rsid w:val="00837A10"/>
    <w:rsid w:val="0084067B"/>
    <w:rsid w:val="00841678"/>
    <w:rsid w:val="0084170E"/>
    <w:rsid w:val="00843EA0"/>
    <w:rsid w:val="00844371"/>
    <w:rsid w:val="00844401"/>
    <w:rsid w:val="0084455A"/>
    <w:rsid w:val="0084465E"/>
    <w:rsid w:val="00844C5D"/>
    <w:rsid w:val="00850524"/>
    <w:rsid w:val="00850D54"/>
    <w:rsid w:val="008516D8"/>
    <w:rsid w:val="00851EAE"/>
    <w:rsid w:val="008531CA"/>
    <w:rsid w:val="00853582"/>
    <w:rsid w:val="00854EC5"/>
    <w:rsid w:val="0085667E"/>
    <w:rsid w:val="00857472"/>
    <w:rsid w:val="008575DE"/>
    <w:rsid w:val="008610B8"/>
    <w:rsid w:val="008612D3"/>
    <w:rsid w:val="008616B7"/>
    <w:rsid w:val="008616C4"/>
    <w:rsid w:val="00866019"/>
    <w:rsid w:val="0086706B"/>
    <w:rsid w:val="00867E3A"/>
    <w:rsid w:val="00872DBA"/>
    <w:rsid w:val="008734F5"/>
    <w:rsid w:val="00874282"/>
    <w:rsid w:val="00875D98"/>
    <w:rsid w:val="008771FA"/>
    <w:rsid w:val="00877E72"/>
    <w:rsid w:val="008809F5"/>
    <w:rsid w:val="008816FD"/>
    <w:rsid w:val="008836BB"/>
    <w:rsid w:val="0088534C"/>
    <w:rsid w:val="00885AA9"/>
    <w:rsid w:val="00886004"/>
    <w:rsid w:val="0088665C"/>
    <w:rsid w:val="008875FA"/>
    <w:rsid w:val="0088795F"/>
    <w:rsid w:val="00890BE3"/>
    <w:rsid w:val="0089369E"/>
    <w:rsid w:val="008A0827"/>
    <w:rsid w:val="008A32A2"/>
    <w:rsid w:val="008A3F20"/>
    <w:rsid w:val="008A4FB3"/>
    <w:rsid w:val="008A5337"/>
    <w:rsid w:val="008A5E53"/>
    <w:rsid w:val="008A7300"/>
    <w:rsid w:val="008B27F7"/>
    <w:rsid w:val="008B315B"/>
    <w:rsid w:val="008B4001"/>
    <w:rsid w:val="008B472B"/>
    <w:rsid w:val="008B4BD7"/>
    <w:rsid w:val="008B6521"/>
    <w:rsid w:val="008B79C6"/>
    <w:rsid w:val="008B7FA7"/>
    <w:rsid w:val="008C1825"/>
    <w:rsid w:val="008C1A93"/>
    <w:rsid w:val="008C3379"/>
    <w:rsid w:val="008C34D9"/>
    <w:rsid w:val="008C4192"/>
    <w:rsid w:val="008D057B"/>
    <w:rsid w:val="008D27DD"/>
    <w:rsid w:val="008D3A71"/>
    <w:rsid w:val="008D583F"/>
    <w:rsid w:val="008D6F5E"/>
    <w:rsid w:val="008D7D99"/>
    <w:rsid w:val="008E03E2"/>
    <w:rsid w:val="008E1AC6"/>
    <w:rsid w:val="008E2058"/>
    <w:rsid w:val="008E21BD"/>
    <w:rsid w:val="008E264D"/>
    <w:rsid w:val="008E2806"/>
    <w:rsid w:val="008E4E5D"/>
    <w:rsid w:val="008E5C30"/>
    <w:rsid w:val="008E5E89"/>
    <w:rsid w:val="008E76C3"/>
    <w:rsid w:val="008F19AA"/>
    <w:rsid w:val="008F2570"/>
    <w:rsid w:val="008F2A4F"/>
    <w:rsid w:val="008F2AC6"/>
    <w:rsid w:val="008F3545"/>
    <w:rsid w:val="008F583F"/>
    <w:rsid w:val="008F598C"/>
    <w:rsid w:val="008F7F2D"/>
    <w:rsid w:val="00900C1B"/>
    <w:rsid w:val="0090275D"/>
    <w:rsid w:val="00904CFB"/>
    <w:rsid w:val="00905198"/>
    <w:rsid w:val="009053F2"/>
    <w:rsid w:val="00907497"/>
    <w:rsid w:val="00907C45"/>
    <w:rsid w:val="009133AC"/>
    <w:rsid w:val="00916EAE"/>
    <w:rsid w:val="00920D4C"/>
    <w:rsid w:val="00921399"/>
    <w:rsid w:val="009214ED"/>
    <w:rsid w:val="0092664F"/>
    <w:rsid w:val="009302D2"/>
    <w:rsid w:val="00930411"/>
    <w:rsid w:val="0093136C"/>
    <w:rsid w:val="009317DD"/>
    <w:rsid w:val="0093211A"/>
    <w:rsid w:val="009349E1"/>
    <w:rsid w:val="00934EF4"/>
    <w:rsid w:val="00935ABE"/>
    <w:rsid w:val="00935B1E"/>
    <w:rsid w:val="009403E7"/>
    <w:rsid w:val="0094064C"/>
    <w:rsid w:val="00941FDE"/>
    <w:rsid w:val="009426EC"/>
    <w:rsid w:val="0094411C"/>
    <w:rsid w:val="00945FAD"/>
    <w:rsid w:val="00945FD1"/>
    <w:rsid w:val="009469E3"/>
    <w:rsid w:val="00946D71"/>
    <w:rsid w:val="009475ED"/>
    <w:rsid w:val="0095132D"/>
    <w:rsid w:val="00952078"/>
    <w:rsid w:val="009527EF"/>
    <w:rsid w:val="0095288B"/>
    <w:rsid w:val="00953DA6"/>
    <w:rsid w:val="009559BF"/>
    <w:rsid w:val="00957683"/>
    <w:rsid w:val="0096262F"/>
    <w:rsid w:val="00963150"/>
    <w:rsid w:val="00965308"/>
    <w:rsid w:val="009664EA"/>
    <w:rsid w:val="0096655C"/>
    <w:rsid w:val="00967808"/>
    <w:rsid w:val="009702C5"/>
    <w:rsid w:val="00970330"/>
    <w:rsid w:val="00970340"/>
    <w:rsid w:val="0097192E"/>
    <w:rsid w:val="00972228"/>
    <w:rsid w:val="00972598"/>
    <w:rsid w:val="00972D3D"/>
    <w:rsid w:val="00974FF4"/>
    <w:rsid w:val="009753EC"/>
    <w:rsid w:val="00975849"/>
    <w:rsid w:val="00980865"/>
    <w:rsid w:val="009812DB"/>
    <w:rsid w:val="00981B5F"/>
    <w:rsid w:val="00981FEA"/>
    <w:rsid w:val="0098200D"/>
    <w:rsid w:val="0098555F"/>
    <w:rsid w:val="00986640"/>
    <w:rsid w:val="00986662"/>
    <w:rsid w:val="00987680"/>
    <w:rsid w:val="009900C9"/>
    <w:rsid w:val="0099279B"/>
    <w:rsid w:val="00993F4E"/>
    <w:rsid w:val="00995511"/>
    <w:rsid w:val="00995593"/>
    <w:rsid w:val="00995BB2"/>
    <w:rsid w:val="009963EE"/>
    <w:rsid w:val="0099726B"/>
    <w:rsid w:val="009A1DBA"/>
    <w:rsid w:val="009A25CF"/>
    <w:rsid w:val="009A2ED6"/>
    <w:rsid w:val="009A5BBE"/>
    <w:rsid w:val="009B24D2"/>
    <w:rsid w:val="009B34F9"/>
    <w:rsid w:val="009B4B59"/>
    <w:rsid w:val="009B4FC6"/>
    <w:rsid w:val="009B7162"/>
    <w:rsid w:val="009C222D"/>
    <w:rsid w:val="009C35A4"/>
    <w:rsid w:val="009C6943"/>
    <w:rsid w:val="009D1AB3"/>
    <w:rsid w:val="009D32AF"/>
    <w:rsid w:val="009D506A"/>
    <w:rsid w:val="009D692A"/>
    <w:rsid w:val="009E0558"/>
    <w:rsid w:val="009E0889"/>
    <w:rsid w:val="009E42AA"/>
    <w:rsid w:val="009E4E46"/>
    <w:rsid w:val="009F053C"/>
    <w:rsid w:val="009F10F8"/>
    <w:rsid w:val="009F444B"/>
    <w:rsid w:val="009F45EF"/>
    <w:rsid w:val="009F53D4"/>
    <w:rsid w:val="009F5E72"/>
    <w:rsid w:val="00A01791"/>
    <w:rsid w:val="00A0217C"/>
    <w:rsid w:val="00A02F98"/>
    <w:rsid w:val="00A05430"/>
    <w:rsid w:val="00A066A0"/>
    <w:rsid w:val="00A0788B"/>
    <w:rsid w:val="00A07E70"/>
    <w:rsid w:val="00A07E91"/>
    <w:rsid w:val="00A10A03"/>
    <w:rsid w:val="00A10C38"/>
    <w:rsid w:val="00A11578"/>
    <w:rsid w:val="00A11B1D"/>
    <w:rsid w:val="00A1228D"/>
    <w:rsid w:val="00A127A1"/>
    <w:rsid w:val="00A12F42"/>
    <w:rsid w:val="00A13A68"/>
    <w:rsid w:val="00A15270"/>
    <w:rsid w:val="00A15273"/>
    <w:rsid w:val="00A1648C"/>
    <w:rsid w:val="00A176C2"/>
    <w:rsid w:val="00A204C5"/>
    <w:rsid w:val="00A20973"/>
    <w:rsid w:val="00A2343F"/>
    <w:rsid w:val="00A2351B"/>
    <w:rsid w:val="00A23901"/>
    <w:rsid w:val="00A23F13"/>
    <w:rsid w:val="00A24CD7"/>
    <w:rsid w:val="00A30140"/>
    <w:rsid w:val="00A3104D"/>
    <w:rsid w:val="00A31298"/>
    <w:rsid w:val="00A31A1D"/>
    <w:rsid w:val="00A3247E"/>
    <w:rsid w:val="00A34CA6"/>
    <w:rsid w:val="00A35232"/>
    <w:rsid w:val="00A3716A"/>
    <w:rsid w:val="00A374E7"/>
    <w:rsid w:val="00A4075D"/>
    <w:rsid w:val="00A4249F"/>
    <w:rsid w:val="00A42824"/>
    <w:rsid w:val="00A4343A"/>
    <w:rsid w:val="00A4444F"/>
    <w:rsid w:val="00A4704F"/>
    <w:rsid w:val="00A50F6E"/>
    <w:rsid w:val="00A5286B"/>
    <w:rsid w:val="00A52ACE"/>
    <w:rsid w:val="00A53695"/>
    <w:rsid w:val="00A53CE7"/>
    <w:rsid w:val="00A5552C"/>
    <w:rsid w:val="00A56303"/>
    <w:rsid w:val="00A56AEC"/>
    <w:rsid w:val="00A56E24"/>
    <w:rsid w:val="00A57979"/>
    <w:rsid w:val="00A65309"/>
    <w:rsid w:val="00A65429"/>
    <w:rsid w:val="00A65D19"/>
    <w:rsid w:val="00A66A5B"/>
    <w:rsid w:val="00A66DEE"/>
    <w:rsid w:val="00A674E7"/>
    <w:rsid w:val="00A70778"/>
    <w:rsid w:val="00A73800"/>
    <w:rsid w:val="00A74195"/>
    <w:rsid w:val="00A80603"/>
    <w:rsid w:val="00A830EF"/>
    <w:rsid w:val="00A83F94"/>
    <w:rsid w:val="00A86BC5"/>
    <w:rsid w:val="00A87CF9"/>
    <w:rsid w:val="00A90BA4"/>
    <w:rsid w:val="00A90CBA"/>
    <w:rsid w:val="00A91056"/>
    <w:rsid w:val="00A9196A"/>
    <w:rsid w:val="00A93ADC"/>
    <w:rsid w:val="00A93DB5"/>
    <w:rsid w:val="00A9593D"/>
    <w:rsid w:val="00A95EB7"/>
    <w:rsid w:val="00A963F3"/>
    <w:rsid w:val="00A97D0B"/>
    <w:rsid w:val="00AA0180"/>
    <w:rsid w:val="00AA05EF"/>
    <w:rsid w:val="00AA37CA"/>
    <w:rsid w:val="00AA4548"/>
    <w:rsid w:val="00AA6B65"/>
    <w:rsid w:val="00AB0819"/>
    <w:rsid w:val="00AB13F7"/>
    <w:rsid w:val="00AB1EC4"/>
    <w:rsid w:val="00AB21CC"/>
    <w:rsid w:val="00AB2393"/>
    <w:rsid w:val="00AB3502"/>
    <w:rsid w:val="00AB5AEF"/>
    <w:rsid w:val="00AB60D6"/>
    <w:rsid w:val="00AB65A7"/>
    <w:rsid w:val="00AB6EA5"/>
    <w:rsid w:val="00AB78EA"/>
    <w:rsid w:val="00AC0B68"/>
    <w:rsid w:val="00AC119C"/>
    <w:rsid w:val="00AC2343"/>
    <w:rsid w:val="00AC2C11"/>
    <w:rsid w:val="00AC2CD4"/>
    <w:rsid w:val="00AC64CE"/>
    <w:rsid w:val="00AC65EA"/>
    <w:rsid w:val="00AC67A6"/>
    <w:rsid w:val="00AD0BBC"/>
    <w:rsid w:val="00AD15CE"/>
    <w:rsid w:val="00AD3BE1"/>
    <w:rsid w:val="00AD5267"/>
    <w:rsid w:val="00AD6ED5"/>
    <w:rsid w:val="00AE0203"/>
    <w:rsid w:val="00AE19AB"/>
    <w:rsid w:val="00AE25A3"/>
    <w:rsid w:val="00AE2B74"/>
    <w:rsid w:val="00AE3A73"/>
    <w:rsid w:val="00AE40EE"/>
    <w:rsid w:val="00AE4C93"/>
    <w:rsid w:val="00AE4E79"/>
    <w:rsid w:val="00AE53AB"/>
    <w:rsid w:val="00AE6BC4"/>
    <w:rsid w:val="00AE703F"/>
    <w:rsid w:val="00AE750A"/>
    <w:rsid w:val="00AF1949"/>
    <w:rsid w:val="00AF214C"/>
    <w:rsid w:val="00AF288F"/>
    <w:rsid w:val="00AF3CC8"/>
    <w:rsid w:val="00AF534E"/>
    <w:rsid w:val="00AF6FDB"/>
    <w:rsid w:val="00AF7CB6"/>
    <w:rsid w:val="00B02986"/>
    <w:rsid w:val="00B02E4C"/>
    <w:rsid w:val="00B03772"/>
    <w:rsid w:val="00B03BF8"/>
    <w:rsid w:val="00B04C1F"/>
    <w:rsid w:val="00B066F4"/>
    <w:rsid w:val="00B0694C"/>
    <w:rsid w:val="00B07447"/>
    <w:rsid w:val="00B078F4"/>
    <w:rsid w:val="00B101D9"/>
    <w:rsid w:val="00B138DC"/>
    <w:rsid w:val="00B16B1E"/>
    <w:rsid w:val="00B178E1"/>
    <w:rsid w:val="00B20A3C"/>
    <w:rsid w:val="00B20C19"/>
    <w:rsid w:val="00B217BD"/>
    <w:rsid w:val="00B21D2D"/>
    <w:rsid w:val="00B22C7F"/>
    <w:rsid w:val="00B22EDD"/>
    <w:rsid w:val="00B23234"/>
    <w:rsid w:val="00B24952"/>
    <w:rsid w:val="00B2651E"/>
    <w:rsid w:val="00B265BF"/>
    <w:rsid w:val="00B270FA"/>
    <w:rsid w:val="00B30F78"/>
    <w:rsid w:val="00B318C1"/>
    <w:rsid w:val="00B3274C"/>
    <w:rsid w:val="00B34185"/>
    <w:rsid w:val="00B374D8"/>
    <w:rsid w:val="00B377DD"/>
    <w:rsid w:val="00B3792E"/>
    <w:rsid w:val="00B37AB8"/>
    <w:rsid w:val="00B4272B"/>
    <w:rsid w:val="00B44DED"/>
    <w:rsid w:val="00B45AE4"/>
    <w:rsid w:val="00B46200"/>
    <w:rsid w:val="00B4632F"/>
    <w:rsid w:val="00B46A29"/>
    <w:rsid w:val="00B50E75"/>
    <w:rsid w:val="00B55A69"/>
    <w:rsid w:val="00B56CE9"/>
    <w:rsid w:val="00B56E6D"/>
    <w:rsid w:val="00B60D25"/>
    <w:rsid w:val="00B625F1"/>
    <w:rsid w:val="00B63088"/>
    <w:rsid w:val="00B632D4"/>
    <w:rsid w:val="00B658E3"/>
    <w:rsid w:val="00B65F28"/>
    <w:rsid w:val="00B66271"/>
    <w:rsid w:val="00B6645E"/>
    <w:rsid w:val="00B67843"/>
    <w:rsid w:val="00B71DD3"/>
    <w:rsid w:val="00B72DF9"/>
    <w:rsid w:val="00B75FBB"/>
    <w:rsid w:val="00B76AA9"/>
    <w:rsid w:val="00B80CDE"/>
    <w:rsid w:val="00B8190A"/>
    <w:rsid w:val="00B81CB8"/>
    <w:rsid w:val="00B838ED"/>
    <w:rsid w:val="00B84980"/>
    <w:rsid w:val="00B84A9A"/>
    <w:rsid w:val="00B86392"/>
    <w:rsid w:val="00B87AB4"/>
    <w:rsid w:val="00B905C5"/>
    <w:rsid w:val="00B90CED"/>
    <w:rsid w:val="00B934F2"/>
    <w:rsid w:val="00B943A2"/>
    <w:rsid w:val="00B947D9"/>
    <w:rsid w:val="00B9521E"/>
    <w:rsid w:val="00B95F0B"/>
    <w:rsid w:val="00B969FC"/>
    <w:rsid w:val="00BA023A"/>
    <w:rsid w:val="00BA147D"/>
    <w:rsid w:val="00BA1D41"/>
    <w:rsid w:val="00BA1E41"/>
    <w:rsid w:val="00BA2521"/>
    <w:rsid w:val="00BA29B0"/>
    <w:rsid w:val="00BA318E"/>
    <w:rsid w:val="00BA3282"/>
    <w:rsid w:val="00BA46ED"/>
    <w:rsid w:val="00BA4C17"/>
    <w:rsid w:val="00BA5D8C"/>
    <w:rsid w:val="00BA62DE"/>
    <w:rsid w:val="00BA6D4A"/>
    <w:rsid w:val="00BB38FC"/>
    <w:rsid w:val="00BB3902"/>
    <w:rsid w:val="00BB60E5"/>
    <w:rsid w:val="00BB6F6A"/>
    <w:rsid w:val="00BB70F7"/>
    <w:rsid w:val="00BC1176"/>
    <w:rsid w:val="00BC1562"/>
    <w:rsid w:val="00BC18A6"/>
    <w:rsid w:val="00BC2428"/>
    <w:rsid w:val="00BC244D"/>
    <w:rsid w:val="00BC25AA"/>
    <w:rsid w:val="00BC46F0"/>
    <w:rsid w:val="00BC6480"/>
    <w:rsid w:val="00BC6660"/>
    <w:rsid w:val="00BD00AD"/>
    <w:rsid w:val="00BD19A9"/>
    <w:rsid w:val="00BD1DC8"/>
    <w:rsid w:val="00BD273E"/>
    <w:rsid w:val="00BD33F0"/>
    <w:rsid w:val="00BD3699"/>
    <w:rsid w:val="00BD3846"/>
    <w:rsid w:val="00BD3C4D"/>
    <w:rsid w:val="00BD3E20"/>
    <w:rsid w:val="00BD5239"/>
    <w:rsid w:val="00BD5930"/>
    <w:rsid w:val="00BD7CCF"/>
    <w:rsid w:val="00BE17F3"/>
    <w:rsid w:val="00BE426B"/>
    <w:rsid w:val="00BE44AE"/>
    <w:rsid w:val="00BE47AA"/>
    <w:rsid w:val="00BE538E"/>
    <w:rsid w:val="00BE5433"/>
    <w:rsid w:val="00BE5843"/>
    <w:rsid w:val="00BF10A6"/>
    <w:rsid w:val="00BF23CC"/>
    <w:rsid w:val="00BF3B5D"/>
    <w:rsid w:val="00BF6F3D"/>
    <w:rsid w:val="00BF7E34"/>
    <w:rsid w:val="00C017A5"/>
    <w:rsid w:val="00C01AB2"/>
    <w:rsid w:val="00C0217B"/>
    <w:rsid w:val="00C02571"/>
    <w:rsid w:val="00C0289E"/>
    <w:rsid w:val="00C02A28"/>
    <w:rsid w:val="00C04E37"/>
    <w:rsid w:val="00C04F30"/>
    <w:rsid w:val="00C05FD4"/>
    <w:rsid w:val="00C06ACE"/>
    <w:rsid w:val="00C108B2"/>
    <w:rsid w:val="00C10BA2"/>
    <w:rsid w:val="00C12B41"/>
    <w:rsid w:val="00C15678"/>
    <w:rsid w:val="00C165E4"/>
    <w:rsid w:val="00C1739B"/>
    <w:rsid w:val="00C207C8"/>
    <w:rsid w:val="00C21AC1"/>
    <w:rsid w:val="00C2396E"/>
    <w:rsid w:val="00C25AFF"/>
    <w:rsid w:val="00C26980"/>
    <w:rsid w:val="00C271D1"/>
    <w:rsid w:val="00C2758A"/>
    <w:rsid w:val="00C30057"/>
    <w:rsid w:val="00C32149"/>
    <w:rsid w:val="00C3235A"/>
    <w:rsid w:val="00C3238A"/>
    <w:rsid w:val="00C3571B"/>
    <w:rsid w:val="00C35D31"/>
    <w:rsid w:val="00C36070"/>
    <w:rsid w:val="00C37009"/>
    <w:rsid w:val="00C37586"/>
    <w:rsid w:val="00C40536"/>
    <w:rsid w:val="00C41672"/>
    <w:rsid w:val="00C4456F"/>
    <w:rsid w:val="00C44E8C"/>
    <w:rsid w:val="00C451A5"/>
    <w:rsid w:val="00C4527A"/>
    <w:rsid w:val="00C4565E"/>
    <w:rsid w:val="00C4608A"/>
    <w:rsid w:val="00C4678D"/>
    <w:rsid w:val="00C46E0C"/>
    <w:rsid w:val="00C46FC0"/>
    <w:rsid w:val="00C47E7B"/>
    <w:rsid w:val="00C47FC2"/>
    <w:rsid w:val="00C502B7"/>
    <w:rsid w:val="00C50624"/>
    <w:rsid w:val="00C54C54"/>
    <w:rsid w:val="00C55770"/>
    <w:rsid w:val="00C55FB7"/>
    <w:rsid w:val="00C564B3"/>
    <w:rsid w:val="00C57757"/>
    <w:rsid w:val="00C57BC0"/>
    <w:rsid w:val="00C57E37"/>
    <w:rsid w:val="00C606B7"/>
    <w:rsid w:val="00C60C2F"/>
    <w:rsid w:val="00C610D3"/>
    <w:rsid w:val="00C61BCC"/>
    <w:rsid w:val="00C666E0"/>
    <w:rsid w:val="00C702B9"/>
    <w:rsid w:val="00C70FE5"/>
    <w:rsid w:val="00C7103C"/>
    <w:rsid w:val="00C71C7A"/>
    <w:rsid w:val="00C72529"/>
    <w:rsid w:val="00C74390"/>
    <w:rsid w:val="00C7451C"/>
    <w:rsid w:val="00C74602"/>
    <w:rsid w:val="00C751EE"/>
    <w:rsid w:val="00C7621E"/>
    <w:rsid w:val="00C76627"/>
    <w:rsid w:val="00C81503"/>
    <w:rsid w:val="00C84019"/>
    <w:rsid w:val="00C846F7"/>
    <w:rsid w:val="00C8601A"/>
    <w:rsid w:val="00C86C9B"/>
    <w:rsid w:val="00C87602"/>
    <w:rsid w:val="00C904CC"/>
    <w:rsid w:val="00C944DA"/>
    <w:rsid w:val="00C965C7"/>
    <w:rsid w:val="00C96D20"/>
    <w:rsid w:val="00C97F9A"/>
    <w:rsid w:val="00CA2A36"/>
    <w:rsid w:val="00CA5636"/>
    <w:rsid w:val="00CA56FE"/>
    <w:rsid w:val="00CA5F68"/>
    <w:rsid w:val="00CA728C"/>
    <w:rsid w:val="00CB13FF"/>
    <w:rsid w:val="00CB19C2"/>
    <w:rsid w:val="00CB46BD"/>
    <w:rsid w:val="00CB7999"/>
    <w:rsid w:val="00CC17D1"/>
    <w:rsid w:val="00CC2349"/>
    <w:rsid w:val="00CD1601"/>
    <w:rsid w:val="00CD225D"/>
    <w:rsid w:val="00CD24C3"/>
    <w:rsid w:val="00CD25ED"/>
    <w:rsid w:val="00CD261F"/>
    <w:rsid w:val="00CD2C0E"/>
    <w:rsid w:val="00CD3384"/>
    <w:rsid w:val="00CD3D4F"/>
    <w:rsid w:val="00CD558F"/>
    <w:rsid w:val="00CD6A76"/>
    <w:rsid w:val="00CD6C91"/>
    <w:rsid w:val="00CD7D4E"/>
    <w:rsid w:val="00CE25CC"/>
    <w:rsid w:val="00CE2710"/>
    <w:rsid w:val="00CE3832"/>
    <w:rsid w:val="00CE3F49"/>
    <w:rsid w:val="00CE435C"/>
    <w:rsid w:val="00CE6E0D"/>
    <w:rsid w:val="00CE70AC"/>
    <w:rsid w:val="00CE7D6F"/>
    <w:rsid w:val="00CF02D5"/>
    <w:rsid w:val="00CF2C66"/>
    <w:rsid w:val="00CF2ED9"/>
    <w:rsid w:val="00CF338E"/>
    <w:rsid w:val="00CF3743"/>
    <w:rsid w:val="00CF46B1"/>
    <w:rsid w:val="00CF4A0A"/>
    <w:rsid w:val="00CF52FB"/>
    <w:rsid w:val="00CF6159"/>
    <w:rsid w:val="00CF6216"/>
    <w:rsid w:val="00D00511"/>
    <w:rsid w:val="00D009CE"/>
    <w:rsid w:val="00D0469A"/>
    <w:rsid w:val="00D063FD"/>
    <w:rsid w:val="00D074C4"/>
    <w:rsid w:val="00D13E21"/>
    <w:rsid w:val="00D15BD3"/>
    <w:rsid w:val="00D16C8C"/>
    <w:rsid w:val="00D2014A"/>
    <w:rsid w:val="00D218AC"/>
    <w:rsid w:val="00D22DB2"/>
    <w:rsid w:val="00D22E20"/>
    <w:rsid w:val="00D23172"/>
    <w:rsid w:val="00D23632"/>
    <w:rsid w:val="00D25A92"/>
    <w:rsid w:val="00D26450"/>
    <w:rsid w:val="00D26761"/>
    <w:rsid w:val="00D27AD1"/>
    <w:rsid w:val="00D37519"/>
    <w:rsid w:val="00D37B19"/>
    <w:rsid w:val="00D40E6B"/>
    <w:rsid w:val="00D41691"/>
    <w:rsid w:val="00D43361"/>
    <w:rsid w:val="00D43A9F"/>
    <w:rsid w:val="00D46D93"/>
    <w:rsid w:val="00D46E78"/>
    <w:rsid w:val="00D5394B"/>
    <w:rsid w:val="00D544ED"/>
    <w:rsid w:val="00D556D5"/>
    <w:rsid w:val="00D55955"/>
    <w:rsid w:val="00D63123"/>
    <w:rsid w:val="00D635AC"/>
    <w:rsid w:val="00D6381F"/>
    <w:rsid w:val="00D64C45"/>
    <w:rsid w:val="00D658A8"/>
    <w:rsid w:val="00D66867"/>
    <w:rsid w:val="00D6730B"/>
    <w:rsid w:val="00D67D2B"/>
    <w:rsid w:val="00D71D70"/>
    <w:rsid w:val="00D744E1"/>
    <w:rsid w:val="00D74AF4"/>
    <w:rsid w:val="00D75F01"/>
    <w:rsid w:val="00D76E08"/>
    <w:rsid w:val="00D83EB6"/>
    <w:rsid w:val="00D846ED"/>
    <w:rsid w:val="00D86F48"/>
    <w:rsid w:val="00D872C3"/>
    <w:rsid w:val="00D91FAD"/>
    <w:rsid w:val="00D9301E"/>
    <w:rsid w:val="00D93F33"/>
    <w:rsid w:val="00D95F70"/>
    <w:rsid w:val="00D97232"/>
    <w:rsid w:val="00D976ED"/>
    <w:rsid w:val="00DA009F"/>
    <w:rsid w:val="00DA19FE"/>
    <w:rsid w:val="00DA2AF0"/>
    <w:rsid w:val="00DA2D0A"/>
    <w:rsid w:val="00DA3807"/>
    <w:rsid w:val="00DA712B"/>
    <w:rsid w:val="00DA7358"/>
    <w:rsid w:val="00DB376A"/>
    <w:rsid w:val="00DB6E91"/>
    <w:rsid w:val="00DB6F18"/>
    <w:rsid w:val="00DB70D0"/>
    <w:rsid w:val="00DC07B9"/>
    <w:rsid w:val="00DC4AD8"/>
    <w:rsid w:val="00DC52A3"/>
    <w:rsid w:val="00DC55C5"/>
    <w:rsid w:val="00DC5D9E"/>
    <w:rsid w:val="00DC60AB"/>
    <w:rsid w:val="00DC7009"/>
    <w:rsid w:val="00DC7B57"/>
    <w:rsid w:val="00DD08FE"/>
    <w:rsid w:val="00DD23A5"/>
    <w:rsid w:val="00DD2980"/>
    <w:rsid w:val="00DD4B5C"/>
    <w:rsid w:val="00DD5514"/>
    <w:rsid w:val="00DD5538"/>
    <w:rsid w:val="00DD559E"/>
    <w:rsid w:val="00DD5643"/>
    <w:rsid w:val="00DD6467"/>
    <w:rsid w:val="00DD7B01"/>
    <w:rsid w:val="00DD7B52"/>
    <w:rsid w:val="00DE008E"/>
    <w:rsid w:val="00DE41EB"/>
    <w:rsid w:val="00DE4629"/>
    <w:rsid w:val="00DE50AC"/>
    <w:rsid w:val="00DE5EAF"/>
    <w:rsid w:val="00DE64C1"/>
    <w:rsid w:val="00DE6DB3"/>
    <w:rsid w:val="00DE75DE"/>
    <w:rsid w:val="00DF1728"/>
    <w:rsid w:val="00DF2853"/>
    <w:rsid w:val="00DF67FA"/>
    <w:rsid w:val="00DF6DAA"/>
    <w:rsid w:val="00DF715C"/>
    <w:rsid w:val="00E005A8"/>
    <w:rsid w:val="00E020BF"/>
    <w:rsid w:val="00E029DD"/>
    <w:rsid w:val="00E04901"/>
    <w:rsid w:val="00E04A56"/>
    <w:rsid w:val="00E07406"/>
    <w:rsid w:val="00E075B2"/>
    <w:rsid w:val="00E11097"/>
    <w:rsid w:val="00E12304"/>
    <w:rsid w:val="00E12983"/>
    <w:rsid w:val="00E14DB6"/>
    <w:rsid w:val="00E17196"/>
    <w:rsid w:val="00E176B6"/>
    <w:rsid w:val="00E17DB7"/>
    <w:rsid w:val="00E20E5A"/>
    <w:rsid w:val="00E218DD"/>
    <w:rsid w:val="00E22761"/>
    <w:rsid w:val="00E23023"/>
    <w:rsid w:val="00E26011"/>
    <w:rsid w:val="00E3070A"/>
    <w:rsid w:val="00E30769"/>
    <w:rsid w:val="00E30B24"/>
    <w:rsid w:val="00E31411"/>
    <w:rsid w:val="00E32FD5"/>
    <w:rsid w:val="00E33346"/>
    <w:rsid w:val="00E33BFC"/>
    <w:rsid w:val="00E36162"/>
    <w:rsid w:val="00E416E0"/>
    <w:rsid w:val="00E42FB5"/>
    <w:rsid w:val="00E45E50"/>
    <w:rsid w:val="00E46059"/>
    <w:rsid w:val="00E47D82"/>
    <w:rsid w:val="00E52FB8"/>
    <w:rsid w:val="00E53391"/>
    <w:rsid w:val="00E5533B"/>
    <w:rsid w:val="00E55B3F"/>
    <w:rsid w:val="00E5741C"/>
    <w:rsid w:val="00E57DBB"/>
    <w:rsid w:val="00E60215"/>
    <w:rsid w:val="00E6281C"/>
    <w:rsid w:val="00E63E18"/>
    <w:rsid w:val="00E64197"/>
    <w:rsid w:val="00E6660D"/>
    <w:rsid w:val="00E66EA2"/>
    <w:rsid w:val="00E67570"/>
    <w:rsid w:val="00E70220"/>
    <w:rsid w:val="00E729E3"/>
    <w:rsid w:val="00E73E46"/>
    <w:rsid w:val="00E741DD"/>
    <w:rsid w:val="00E7472B"/>
    <w:rsid w:val="00E76964"/>
    <w:rsid w:val="00E80282"/>
    <w:rsid w:val="00E81130"/>
    <w:rsid w:val="00E8138B"/>
    <w:rsid w:val="00E825AC"/>
    <w:rsid w:val="00E82B24"/>
    <w:rsid w:val="00E82CCC"/>
    <w:rsid w:val="00E85A38"/>
    <w:rsid w:val="00E85BD7"/>
    <w:rsid w:val="00E85ED5"/>
    <w:rsid w:val="00E86077"/>
    <w:rsid w:val="00E874E5"/>
    <w:rsid w:val="00E87B73"/>
    <w:rsid w:val="00E91F86"/>
    <w:rsid w:val="00E9227D"/>
    <w:rsid w:val="00E96331"/>
    <w:rsid w:val="00E96356"/>
    <w:rsid w:val="00EA00BF"/>
    <w:rsid w:val="00EA092F"/>
    <w:rsid w:val="00EA1D9F"/>
    <w:rsid w:val="00EA3134"/>
    <w:rsid w:val="00EA3768"/>
    <w:rsid w:val="00EA3E14"/>
    <w:rsid w:val="00EA4B8D"/>
    <w:rsid w:val="00EA52FF"/>
    <w:rsid w:val="00EA5B12"/>
    <w:rsid w:val="00EA63E4"/>
    <w:rsid w:val="00EB1FD4"/>
    <w:rsid w:val="00EB200A"/>
    <w:rsid w:val="00EB25A4"/>
    <w:rsid w:val="00EB2C58"/>
    <w:rsid w:val="00EB4B6B"/>
    <w:rsid w:val="00EB4F03"/>
    <w:rsid w:val="00EB7F00"/>
    <w:rsid w:val="00EC02BF"/>
    <w:rsid w:val="00EC0417"/>
    <w:rsid w:val="00EC1AAE"/>
    <w:rsid w:val="00EC1CBC"/>
    <w:rsid w:val="00EC306B"/>
    <w:rsid w:val="00EC36B1"/>
    <w:rsid w:val="00EC396B"/>
    <w:rsid w:val="00ED0F4F"/>
    <w:rsid w:val="00ED1DA2"/>
    <w:rsid w:val="00ED1DF6"/>
    <w:rsid w:val="00ED1F1A"/>
    <w:rsid w:val="00ED2284"/>
    <w:rsid w:val="00ED2DD1"/>
    <w:rsid w:val="00ED2DEA"/>
    <w:rsid w:val="00ED3601"/>
    <w:rsid w:val="00ED3619"/>
    <w:rsid w:val="00ED76D3"/>
    <w:rsid w:val="00EE1499"/>
    <w:rsid w:val="00EE2535"/>
    <w:rsid w:val="00EE291F"/>
    <w:rsid w:val="00EE36B1"/>
    <w:rsid w:val="00EE47CC"/>
    <w:rsid w:val="00EF08EE"/>
    <w:rsid w:val="00EF2D97"/>
    <w:rsid w:val="00EF2DF9"/>
    <w:rsid w:val="00EF3AC2"/>
    <w:rsid w:val="00EF4AF5"/>
    <w:rsid w:val="00EF5224"/>
    <w:rsid w:val="00EF763A"/>
    <w:rsid w:val="00F0085B"/>
    <w:rsid w:val="00F02143"/>
    <w:rsid w:val="00F02637"/>
    <w:rsid w:val="00F048AB"/>
    <w:rsid w:val="00F06885"/>
    <w:rsid w:val="00F07FE4"/>
    <w:rsid w:val="00F1001C"/>
    <w:rsid w:val="00F10F15"/>
    <w:rsid w:val="00F12B91"/>
    <w:rsid w:val="00F13F15"/>
    <w:rsid w:val="00F14C9A"/>
    <w:rsid w:val="00F14FD9"/>
    <w:rsid w:val="00F17B49"/>
    <w:rsid w:val="00F17F59"/>
    <w:rsid w:val="00F20EDA"/>
    <w:rsid w:val="00F21338"/>
    <w:rsid w:val="00F22E7B"/>
    <w:rsid w:val="00F23AD5"/>
    <w:rsid w:val="00F23E81"/>
    <w:rsid w:val="00F2486B"/>
    <w:rsid w:val="00F257A0"/>
    <w:rsid w:val="00F25EFF"/>
    <w:rsid w:val="00F32BEB"/>
    <w:rsid w:val="00F37B63"/>
    <w:rsid w:val="00F40653"/>
    <w:rsid w:val="00F40682"/>
    <w:rsid w:val="00F407B7"/>
    <w:rsid w:val="00F40C69"/>
    <w:rsid w:val="00F42796"/>
    <w:rsid w:val="00F439A6"/>
    <w:rsid w:val="00F44D4F"/>
    <w:rsid w:val="00F450FF"/>
    <w:rsid w:val="00F46F3E"/>
    <w:rsid w:val="00F470C5"/>
    <w:rsid w:val="00F50478"/>
    <w:rsid w:val="00F50CA1"/>
    <w:rsid w:val="00F50F06"/>
    <w:rsid w:val="00F5299B"/>
    <w:rsid w:val="00F53913"/>
    <w:rsid w:val="00F57BE8"/>
    <w:rsid w:val="00F60135"/>
    <w:rsid w:val="00F60D57"/>
    <w:rsid w:val="00F61B1C"/>
    <w:rsid w:val="00F62ADB"/>
    <w:rsid w:val="00F67FB0"/>
    <w:rsid w:val="00F707F5"/>
    <w:rsid w:val="00F70ED4"/>
    <w:rsid w:val="00F7131D"/>
    <w:rsid w:val="00F722A7"/>
    <w:rsid w:val="00F7294F"/>
    <w:rsid w:val="00F73DB8"/>
    <w:rsid w:val="00F74502"/>
    <w:rsid w:val="00F7470B"/>
    <w:rsid w:val="00F74AFA"/>
    <w:rsid w:val="00F74DDD"/>
    <w:rsid w:val="00F75356"/>
    <w:rsid w:val="00F7662B"/>
    <w:rsid w:val="00F77829"/>
    <w:rsid w:val="00F84347"/>
    <w:rsid w:val="00F865E8"/>
    <w:rsid w:val="00F902AC"/>
    <w:rsid w:val="00F9141B"/>
    <w:rsid w:val="00F91A5E"/>
    <w:rsid w:val="00F920B3"/>
    <w:rsid w:val="00F920D4"/>
    <w:rsid w:val="00F93E87"/>
    <w:rsid w:val="00F94BF5"/>
    <w:rsid w:val="00F953AF"/>
    <w:rsid w:val="00F958B1"/>
    <w:rsid w:val="00F96D9D"/>
    <w:rsid w:val="00FA1073"/>
    <w:rsid w:val="00FA290A"/>
    <w:rsid w:val="00FA2ADD"/>
    <w:rsid w:val="00FA2EE1"/>
    <w:rsid w:val="00FA671D"/>
    <w:rsid w:val="00FB06A8"/>
    <w:rsid w:val="00FB0DF0"/>
    <w:rsid w:val="00FB1077"/>
    <w:rsid w:val="00FB1D07"/>
    <w:rsid w:val="00FB4003"/>
    <w:rsid w:val="00FB6765"/>
    <w:rsid w:val="00FB7070"/>
    <w:rsid w:val="00FC108F"/>
    <w:rsid w:val="00FC1D1F"/>
    <w:rsid w:val="00FC359E"/>
    <w:rsid w:val="00FC37A9"/>
    <w:rsid w:val="00FC457F"/>
    <w:rsid w:val="00FC5467"/>
    <w:rsid w:val="00FC5E6D"/>
    <w:rsid w:val="00FC615C"/>
    <w:rsid w:val="00FC6996"/>
    <w:rsid w:val="00FC6ED7"/>
    <w:rsid w:val="00FC70D7"/>
    <w:rsid w:val="00FC791B"/>
    <w:rsid w:val="00FD07BC"/>
    <w:rsid w:val="00FD1754"/>
    <w:rsid w:val="00FD3D4D"/>
    <w:rsid w:val="00FD418E"/>
    <w:rsid w:val="00FD42AE"/>
    <w:rsid w:val="00FD5BEA"/>
    <w:rsid w:val="00FE347D"/>
    <w:rsid w:val="00FE447F"/>
    <w:rsid w:val="00FE4518"/>
    <w:rsid w:val="00FE5CF2"/>
    <w:rsid w:val="00FE6C67"/>
    <w:rsid w:val="00FE7A89"/>
    <w:rsid w:val="00FE7CB0"/>
    <w:rsid w:val="00FE7E42"/>
    <w:rsid w:val="00FF0FB4"/>
    <w:rsid w:val="00FF1072"/>
    <w:rsid w:val="00FF149D"/>
    <w:rsid w:val="00FF1BE0"/>
    <w:rsid w:val="00FF6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0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46E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27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348D"/>
    <w:pPr>
      <w:keepNext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34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46ED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FC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FC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FCF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F920D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DD5643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AB23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B2393"/>
    <w:rPr>
      <w:rFonts w:ascii="Arial" w:hAnsi="Arial" w:cs="Arial"/>
      <w:lang w:val="ru-RU" w:eastAsia="ru-RU"/>
    </w:rPr>
  </w:style>
  <w:style w:type="character" w:styleId="Strong">
    <w:name w:val="Strong"/>
    <w:basedOn w:val="DefaultParagraphFont"/>
    <w:uiPriority w:val="99"/>
    <w:qFormat/>
    <w:rsid w:val="00736C11"/>
    <w:rPr>
      <w:b/>
      <w:bCs/>
    </w:rPr>
  </w:style>
  <w:style w:type="character" w:styleId="Hyperlink">
    <w:name w:val="Hyperlink"/>
    <w:basedOn w:val="DefaultParagraphFont"/>
    <w:uiPriority w:val="99"/>
    <w:rsid w:val="0052348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52348D"/>
    <w:rPr>
      <w:color w:val="800080"/>
      <w:u w:val="single"/>
    </w:rPr>
  </w:style>
  <w:style w:type="paragraph" w:styleId="NormalWeb">
    <w:name w:val="Normal (Web)"/>
    <w:basedOn w:val="Normal"/>
    <w:uiPriority w:val="99"/>
    <w:rsid w:val="0052348D"/>
    <w:pPr>
      <w:spacing w:before="100" w:beforeAutospacing="1" w:after="100" w:afterAutospacing="1"/>
    </w:pPr>
  </w:style>
  <w:style w:type="character" w:customStyle="1" w:styleId="CommentTextChar">
    <w:name w:val="Comment Text Char"/>
    <w:link w:val="CommentText"/>
    <w:uiPriority w:val="99"/>
    <w:locked/>
    <w:rsid w:val="0052348D"/>
    <w:rPr>
      <w:lang w:val="ru-RU"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52348D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55FCF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5234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5FC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234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FCF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23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5FCF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234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55FCF"/>
    <w:rPr>
      <w:sz w:val="24"/>
      <w:szCs w:val="24"/>
    </w:rPr>
  </w:style>
  <w:style w:type="character" w:customStyle="1" w:styleId="DocumentMapChar">
    <w:name w:val="Document Map Char"/>
    <w:link w:val="DocumentMap"/>
    <w:uiPriority w:val="99"/>
    <w:locked/>
    <w:rsid w:val="0052348D"/>
    <w:rPr>
      <w:rFonts w:ascii="Tahoma" w:hAnsi="Tahoma" w:cs="Tahoma"/>
      <w:sz w:val="16"/>
      <w:szCs w:val="16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52348D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55FCF"/>
    <w:rPr>
      <w:sz w:val="0"/>
      <w:szCs w:val="0"/>
    </w:rPr>
  </w:style>
  <w:style w:type="character" w:customStyle="1" w:styleId="CommentSubjectChar">
    <w:name w:val="Comment Subject Char"/>
    <w:link w:val="CommentSubject"/>
    <w:uiPriority w:val="99"/>
    <w:locked/>
    <w:rsid w:val="0052348D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348D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855FCF"/>
    <w:rPr>
      <w:b/>
      <w:bCs/>
      <w:sz w:val="20"/>
      <w:szCs w:val="20"/>
    </w:rPr>
  </w:style>
  <w:style w:type="character" w:customStyle="1" w:styleId="BalloonTextChar">
    <w:name w:val="Balloon Text Char"/>
    <w:link w:val="BalloonText"/>
    <w:uiPriority w:val="99"/>
    <w:locked/>
    <w:rsid w:val="0052348D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2348D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55FCF"/>
    <w:rPr>
      <w:sz w:val="0"/>
      <w:szCs w:val="0"/>
    </w:rPr>
  </w:style>
  <w:style w:type="paragraph" w:customStyle="1" w:styleId="ConsNormal">
    <w:name w:val="ConsNormal"/>
    <w:uiPriority w:val="99"/>
    <w:rsid w:val="005234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52348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348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5234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BD384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707770"/>
  </w:style>
  <w:style w:type="paragraph" w:styleId="BodyTextIndent2">
    <w:name w:val="Body Text Indent 2"/>
    <w:basedOn w:val="Normal"/>
    <w:link w:val="BodyTextIndent2Char"/>
    <w:uiPriority w:val="99"/>
    <w:rsid w:val="00C3607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55FCF"/>
    <w:rPr>
      <w:sz w:val="24"/>
      <w:szCs w:val="24"/>
    </w:rPr>
  </w:style>
  <w:style w:type="paragraph" w:customStyle="1" w:styleId="2">
    <w:name w:val="Знак2"/>
    <w:basedOn w:val="Normal"/>
    <w:uiPriority w:val="99"/>
    <w:rsid w:val="00CD261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Normal"/>
    <w:uiPriority w:val="99"/>
    <w:rsid w:val="006906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712</TotalTime>
  <Pages>3</Pages>
  <Words>845</Words>
  <Characters>4821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Admin</dc:creator>
  <cp:keywords/>
  <dc:description/>
  <cp:lastModifiedBy>ФУ</cp:lastModifiedBy>
  <cp:revision>51</cp:revision>
  <cp:lastPrinted>2015-11-12T09:05:00Z</cp:lastPrinted>
  <dcterms:created xsi:type="dcterms:W3CDTF">2015-10-09T02:14:00Z</dcterms:created>
  <dcterms:modified xsi:type="dcterms:W3CDTF">2015-11-12T09:03:00Z</dcterms:modified>
</cp:coreProperties>
</file>